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BB0C3" w14:textId="77777777" w:rsidR="00627B6D" w:rsidRDefault="00627B6D"/>
    <w:p w14:paraId="2B290587" w14:textId="77777777" w:rsidR="00627B6D" w:rsidRDefault="00627B6D"/>
    <w:p w14:paraId="5FC5D9F7" w14:textId="77777777" w:rsidR="00AD76FB" w:rsidRDefault="00AD76FB"/>
    <w:p w14:paraId="4447D556" w14:textId="70DAB0F4" w:rsidR="00627B6D" w:rsidRPr="00B60E17" w:rsidRDefault="00627B6D">
      <w:pPr>
        <w:pStyle w:val="Heading1"/>
      </w:pPr>
      <w:r>
        <w:t xml:space="preserve">LEPING </w:t>
      </w:r>
      <w:r w:rsidR="00B60E17">
        <w:t>nr</w:t>
      </w:r>
      <w:r w:rsidR="00472D0E">
        <w:t xml:space="preserve"> </w:t>
      </w:r>
      <w:r w:rsidR="006279D1">
        <w:t>3-1.21</w:t>
      </w:r>
      <w:r w:rsidR="00472D0E">
        <w:t>/</w:t>
      </w:r>
      <w:r w:rsidR="002200E4">
        <w:t xml:space="preserve"> </w:t>
      </w:r>
      <w:r w:rsidR="003B1097" w:rsidRPr="003B1097">
        <w:rPr>
          <w:rFonts w:eastAsia="Calibri"/>
          <w:kern w:val="28"/>
        </w:rPr>
        <w:t>121</w:t>
      </w:r>
    </w:p>
    <w:p w14:paraId="12D020B5" w14:textId="77777777" w:rsidR="00627B6D" w:rsidRDefault="00627B6D">
      <w:pPr>
        <w:pStyle w:val="Heading1"/>
      </w:pPr>
      <w:r>
        <w:t>ürituse korraldamiseks riigimetsas</w:t>
      </w:r>
    </w:p>
    <w:p w14:paraId="558378C6" w14:textId="77777777" w:rsidR="00627B6D" w:rsidRDefault="00627B6D">
      <w:pPr>
        <w:rPr>
          <w:b/>
          <w:bCs/>
          <w:sz w:val="28"/>
        </w:rPr>
      </w:pPr>
    </w:p>
    <w:p w14:paraId="2FBD2689" w14:textId="0FBF4EAD" w:rsidR="000D4491" w:rsidRDefault="000B39CB" w:rsidP="000D4491">
      <w:pPr>
        <w:jc w:val="right"/>
      </w:pPr>
      <w:r>
        <w:t>06.06.2023</w:t>
      </w:r>
      <w:bookmarkStart w:id="0" w:name="_GoBack"/>
      <w:bookmarkEnd w:id="0"/>
    </w:p>
    <w:p w14:paraId="067C311C" w14:textId="5085A32E" w:rsidR="00B371D3" w:rsidRDefault="00B371D3" w:rsidP="000D4491">
      <w:pPr>
        <w:jc w:val="right"/>
        <w:rPr>
          <w:rFonts w:eastAsia="Calibri"/>
          <w:szCs w:val="22"/>
        </w:rPr>
      </w:pPr>
    </w:p>
    <w:p w14:paraId="6574C2C1" w14:textId="77777777" w:rsidR="000D4491" w:rsidRDefault="000D4491" w:rsidP="000D4491">
      <w:pPr>
        <w:jc w:val="right"/>
        <w:rPr>
          <w:rFonts w:eastAsia="Calibri"/>
          <w:szCs w:val="22"/>
        </w:rPr>
      </w:pPr>
    </w:p>
    <w:p w14:paraId="4B60602C" w14:textId="77777777" w:rsidR="000D4491" w:rsidRPr="0032125C" w:rsidRDefault="000D4491" w:rsidP="000D4491">
      <w:pPr>
        <w:jc w:val="right"/>
        <w:rPr>
          <w:rFonts w:eastAsia="Calibri"/>
        </w:rPr>
      </w:pPr>
    </w:p>
    <w:p w14:paraId="48EFC470" w14:textId="4372F121" w:rsidR="004F53A4" w:rsidRDefault="00860E6D" w:rsidP="00E81947">
      <w:pPr>
        <w:jc w:val="both"/>
        <w:rPr>
          <w:bCs/>
        </w:rPr>
      </w:pPr>
      <w:r w:rsidRPr="00860E6D">
        <w:rPr>
          <w:bCs/>
        </w:rPr>
        <w:t>Riigimetsa Majandamise Keskus, edaspidi RMK, keda esindab RMK juhatuse 28.09.2021 a. otsusega nr 1-5/74 kinnitatud RMK Metsaosakonna põhimääruse alusel RMK Lääne-Harjumaa metsaülem Jaan Schults, ühelt poolt,</w:t>
      </w:r>
    </w:p>
    <w:p w14:paraId="374D3388" w14:textId="77777777" w:rsidR="00860E6D" w:rsidRPr="007A2572" w:rsidRDefault="00860E6D" w:rsidP="00E81947">
      <w:pPr>
        <w:jc w:val="both"/>
      </w:pPr>
    </w:p>
    <w:p w14:paraId="314FD28E" w14:textId="7C984A90" w:rsidR="0009340C" w:rsidRPr="007A2572" w:rsidRDefault="004F53A4" w:rsidP="0009340C">
      <w:r w:rsidRPr="007A2572">
        <w:t xml:space="preserve">ja </w:t>
      </w:r>
      <w:r w:rsidR="00860E6D" w:rsidRPr="00860E6D">
        <w:t>AS G4S Eesti</w:t>
      </w:r>
      <w:r w:rsidR="00860E6D">
        <w:t>,</w:t>
      </w:r>
      <w:r w:rsidR="00860E6D" w:rsidRPr="00860E6D">
        <w:t xml:space="preserve"> </w:t>
      </w:r>
      <w:r w:rsidR="00B371D3" w:rsidRPr="007A2572">
        <w:t xml:space="preserve">edaspidi </w:t>
      </w:r>
      <w:r w:rsidR="00B371D3" w:rsidRPr="007A2572">
        <w:rPr>
          <w:b/>
        </w:rPr>
        <w:t>üritus</w:t>
      </w:r>
      <w:r w:rsidR="00FA61C7" w:rsidRPr="007A2572">
        <w:rPr>
          <w:b/>
        </w:rPr>
        <w:t>e korraldaja</w:t>
      </w:r>
      <w:r w:rsidR="002200E4" w:rsidRPr="007A2572">
        <w:t xml:space="preserve">, </w:t>
      </w:r>
      <w:r w:rsidRPr="007A2572">
        <w:t xml:space="preserve">keda esindab </w:t>
      </w:r>
      <w:sdt>
        <w:sdtPr>
          <w:tag w:val="Riigimetsa Majandamise Keskuse "/>
          <w:id w:val="219788717"/>
          <w:placeholder>
            <w:docPart w:val="FF92AA76E1034677862399BC3CC208B0"/>
          </w:placeholder>
          <w:comboBox>
            <w:listItem w:displayText="põhikirja" w:value="põhikirja"/>
            <w:listItem w:displayText="volikirja" w:value="volikirja"/>
          </w:comboBox>
        </w:sdtPr>
        <w:sdtEndPr/>
        <w:sdtContent>
          <w:r w:rsidR="000B39CB">
            <w:t>põhikirja</w:t>
          </w:r>
        </w:sdtContent>
      </w:sdt>
      <w:r w:rsidR="00FA61C7" w:rsidRPr="007A2572">
        <w:rPr>
          <w:rFonts w:eastAsia="Calibri"/>
        </w:rPr>
        <w:t xml:space="preserve"> alusel </w:t>
      </w:r>
      <w:r w:rsidR="000B39CB">
        <w:rPr>
          <w:rFonts w:eastAsia="Calibri"/>
        </w:rPr>
        <w:t xml:space="preserve">juhatuse liige ja valvedivisjoni direktor Villu Õun, </w:t>
      </w:r>
      <w:r w:rsidR="00FA61C7" w:rsidRPr="007A2572">
        <w:rPr>
          <w:rFonts w:eastAsia="Calibri"/>
        </w:rPr>
        <w:t xml:space="preserve">teiselt poolt, </w:t>
      </w:r>
    </w:p>
    <w:p w14:paraId="5E4D7191" w14:textId="77777777" w:rsidR="0009340C" w:rsidRPr="007A2572" w:rsidRDefault="0009340C" w:rsidP="0009340C"/>
    <w:p w14:paraId="5C0ABBAA"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22CE497E" w14:textId="77777777" w:rsidR="0009340C" w:rsidRPr="007A2572" w:rsidRDefault="0009340C" w:rsidP="0009340C"/>
    <w:p w14:paraId="5EE62D5B"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3F66D9F2" w14:textId="77777777" w:rsidR="00627B6D" w:rsidRPr="007A2572" w:rsidRDefault="00627B6D" w:rsidP="00E81947">
      <w:pPr>
        <w:jc w:val="both"/>
      </w:pPr>
    </w:p>
    <w:p w14:paraId="67C3E33E" w14:textId="77777777" w:rsidR="00627B6D" w:rsidRPr="00D634F0" w:rsidRDefault="00627B6D" w:rsidP="00D634F0">
      <w:pPr>
        <w:pStyle w:val="ListParagraph"/>
        <w:numPr>
          <w:ilvl w:val="0"/>
          <w:numId w:val="28"/>
        </w:numPr>
        <w:jc w:val="both"/>
        <w:rPr>
          <w:b/>
          <w:bCs/>
        </w:rPr>
      </w:pPr>
      <w:r w:rsidRPr="00D634F0">
        <w:rPr>
          <w:b/>
          <w:bCs/>
        </w:rPr>
        <w:t>Lepingu objekt</w:t>
      </w:r>
    </w:p>
    <w:p w14:paraId="60F1A28E" w14:textId="623A7B5B" w:rsidR="00627B6D" w:rsidRPr="007A2572" w:rsidRDefault="00EB454B" w:rsidP="00705F9E">
      <w:pPr>
        <w:pStyle w:val="ListParagraph"/>
        <w:numPr>
          <w:ilvl w:val="1"/>
          <w:numId w:val="28"/>
        </w:numPr>
        <w:jc w:val="both"/>
      </w:pPr>
      <w:r w:rsidRPr="00705F9E">
        <w:t>L</w:t>
      </w:r>
      <w:r w:rsidR="00627B6D" w:rsidRPr="007A2572">
        <w:t>epingu objektiks o</w:t>
      </w:r>
      <w:r w:rsidR="00490943" w:rsidRPr="007A2572">
        <w:t xml:space="preserve">n </w:t>
      </w:r>
      <w:r w:rsidRPr="00705F9E">
        <w:t xml:space="preserve">katastriüksusel </w:t>
      </w:r>
      <w:r w:rsidR="00860E6D">
        <w:t xml:space="preserve">Vihterpalu metskond 3 </w:t>
      </w:r>
      <w:r w:rsidRPr="00705F9E">
        <w:t>(</w:t>
      </w:r>
      <w:r w:rsidR="00860E6D" w:rsidRPr="00860E6D">
        <w:t>56201:001:0838</w:t>
      </w:r>
      <w:r w:rsidRPr="00705F9E">
        <w:t xml:space="preserve">) </w:t>
      </w:r>
      <w:r w:rsidR="00627B6D" w:rsidRPr="007A2572">
        <w:t xml:space="preserve">paikneva </w:t>
      </w:r>
      <w:r w:rsidR="004D1205" w:rsidRPr="007A2572">
        <w:t>riigimetsamaa</w:t>
      </w:r>
      <w:r w:rsidRPr="007A2572">
        <w:t>,</w:t>
      </w:r>
      <w:r w:rsidR="00627B6D" w:rsidRPr="007A2572">
        <w:t xml:space="preserve"> metsateede ning </w:t>
      </w:r>
      <w:r w:rsidR="00754082" w:rsidRPr="007A2572">
        <w:t>–</w:t>
      </w:r>
      <w:r w:rsidR="00701A13">
        <w:t xml:space="preserve"> </w:t>
      </w:r>
      <w:r w:rsidR="00627B6D" w:rsidRPr="007A2572">
        <w:t>sihtide</w:t>
      </w:r>
      <w:r w:rsidR="00754082" w:rsidRPr="007A2572">
        <w:t xml:space="preserve">, </w:t>
      </w:r>
      <w:r w:rsidR="00627B6D" w:rsidRPr="007A2572">
        <w:t xml:space="preserve">edaspidi </w:t>
      </w:r>
      <w:r w:rsidR="002200E4" w:rsidRPr="00705F9E">
        <w:t>a</w:t>
      </w:r>
      <w:r w:rsidR="00627B6D" w:rsidRPr="00705F9E">
        <w:t>la</w:t>
      </w:r>
      <w:r w:rsidR="00754082" w:rsidRPr="007A2572">
        <w:t>,</w:t>
      </w:r>
      <w:r w:rsidR="00627B6D" w:rsidRPr="007A2572">
        <w:t xml:space="preserve"> kasutamine</w:t>
      </w:r>
      <w:r w:rsidR="00860E6D" w:rsidRPr="00860E6D">
        <w:t xml:space="preserve"> AS G4S Eesti</w:t>
      </w:r>
      <w:r w:rsidR="00860E6D">
        <w:t xml:space="preserve"> korraldatud seminari käigus spordiürituse (</w:t>
      </w:r>
      <w:proofErr w:type="spellStart"/>
      <w:r w:rsidR="00860E6D">
        <w:t>discgolf</w:t>
      </w:r>
      <w:proofErr w:type="spellEnd"/>
      <w:r w:rsidR="00860E6D">
        <w:t>),</w:t>
      </w:r>
      <w:r w:rsidR="00FA61C7" w:rsidRPr="007A2572">
        <w:t xml:space="preserve"> </w:t>
      </w:r>
      <w:r w:rsidR="00754082" w:rsidRPr="007A2572">
        <w:t xml:space="preserve">edaspidi </w:t>
      </w:r>
      <w:r w:rsidR="002200E4" w:rsidRPr="00705F9E">
        <w:t>ü</w:t>
      </w:r>
      <w:r w:rsidR="00627B6D" w:rsidRPr="00705F9E">
        <w:t>ritus</w:t>
      </w:r>
      <w:r w:rsidR="00754082" w:rsidRPr="007A2572">
        <w:t>,</w:t>
      </w:r>
      <w:r w:rsidR="00627B6D" w:rsidRPr="007A2572">
        <w:t xml:space="preserve"> läbiviimiseks. </w:t>
      </w:r>
      <w:r w:rsidR="00223671" w:rsidRPr="00705F9E">
        <w:t>Lepingu sõlmimine ei an</w:t>
      </w:r>
      <w:r w:rsidR="00FA61C7" w:rsidRPr="00705F9E">
        <w:t>na Ürituse korraldajale õigust a</w:t>
      </w:r>
      <w:r w:rsidR="00223671" w:rsidRPr="00705F9E">
        <w:t>la sulgemiseks teistele metsakasutajatele</w:t>
      </w:r>
      <w:r w:rsidR="00BF1C21" w:rsidRPr="00705F9E">
        <w:t xml:space="preserve">. </w:t>
      </w:r>
    </w:p>
    <w:p w14:paraId="30F6040B" w14:textId="77777777" w:rsidR="00627B6D" w:rsidRPr="00705F9E" w:rsidRDefault="00627B6D" w:rsidP="00705F9E">
      <w:pPr>
        <w:pStyle w:val="ListParagraph"/>
        <w:ind w:left="600"/>
        <w:jc w:val="both"/>
      </w:pPr>
      <w:r w:rsidRPr="00705F9E">
        <w:t xml:space="preserve">Kasutatava ala  asukoht on tähistatud lepingule lisatud plaanil (lisa 1). </w:t>
      </w:r>
    </w:p>
    <w:p w14:paraId="6905E765" w14:textId="77777777" w:rsidR="00627B6D" w:rsidRPr="00705F9E" w:rsidRDefault="008C0FD3" w:rsidP="00705F9E">
      <w:pPr>
        <w:pStyle w:val="ListParagraph"/>
        <w:numPr>
          <w:ilvl w:val="1"/>
          <w:numId w:val="28"/>
        </w:numPr>
        <w:jc w:val="both"/>
      </w:pPr>
      <w:r w:rsidRPr="00705F9E">
        <w:t xml:space="preserve">Ala seisund </w:t>
      </w:r>
      <w:r w:rsidR="00EB454B" w:rsidRPr="00705F9E">
        <w:t xml:space="preserve">loetakse kasutusse andmisel rahuldavaks. Juhul, kui </w:t>
      </w:r>
      <w:r w:rsidRPr="00705F9E">
        <w:t xml:space="preserve">ürituse korraldaja </w:t>
      </w:r>
      <w:r w:rsidR="00EB454B" w:rsidRPr="00705F9E">
        <w:t>leiab alal kasutusse võtmisel olulisi probleeme ja puudusi, siis informeerib ta sellest RMK-d.</w:t>
      </w:r>
    </w:p>
    <w:p w14:paraId="228AFFE2" w14:textId="77777777" w:rsidR="00EB454B" w:rsidRPr="007A2572" w:rsidRDefault="00EB454B" w:rsidP="00EB454B">
      <w:pPr>
        <w:pStyle w:val="BodyTextIndent"/>
        <w:ind w:left="0"/>
        <w:jc w:val="both"/>
      </w:pPr>
    </w:p>
    <w:p w14:paraId="4987540C" w14:textId="77777777" w:rsidR="00627B6D" w:rsidRPr="007A2572" w:rsidRDefault="00627B6D" w:rsidP="00C3044B">
      <w:pPr>
        <w:pStyle w:val="ListParagraph"/>
        <w:numPr>
          <w:ilvl w:val="0"/>
          <w:numId w:val="28"/>
        </w:numPr>
        <w:jc w:val="both"/>
        <w:rPr>
          <w:b/>
          <w:bCs/>
        </w:rPr>
      </w:pPr>
      <w:r w:rsidRPr="007A2572">
        <w:rPr>
          <w:b/>
          <w:bCs/>
        </w:rPr>
        <w:t>Riigimetsa kasutamise tähtaeg</w:t>
      </w:r>
    </w:p>
    <w:p w14:paraId="67B02D1E" w14:textId="1DC01F83" w:rsidR="00627B6D" w:rsidRPr="007A2572" w:rsidRDefault="00627B6D" w:rsidP="00E81947">
      <w:pPr>
        <w:pStyle w:val="BodyText"/>
        <w:jc w:val="both"/>
        <w:rPr>
          <w:b w:val="0"/>
          <w:bCs w:val="0"/>
        </w:rPr>
      </w:pPr>
      <w:r w:rsidRPr="007A2572">
        <w:rPr>
          <w:b w:val="0"/>
          <w:bCs w:val="0"/>
        </w:rPr>
        <w:t>Ürituse korraldajal on õigus kasutada ala ajavahemikul</w:t>
      </w:r>
      <w:r w:rsidR="00FA61C7" w:rsidRPr="007A2572">
        <w:rPr>
          <w:b w:val="0"/>
          <w:bCs w:val="0"/>
        </w:rPr>
        <w:t xml:space="preserve"> </w:t>
      </w:r>
      <w:sdt>
        <w:sdtPr>
          <w:rPr>
            <w:rFonts w:eastAsia="Calibri"/>
            <w:b w:val="0"/>
            <w:szCs w:val="22"/>
          </w:rPr>
          <w:id w:val="2009560598"/>
          <w:placeholder>
            <w:docPart w:val="0BE7FF70972A4AB782B743880211639D"/>
          </w:placeholder>
          <w:date w:fullDate="2023-06-08T00:00:00Z">
            <w:dateFormat w:val="d.MM.yyyy"/>
            <w:lid w:val="et-EE"/>
            <w:storeMappedDataAs w:val="dateTime"/>
            <w:calendar w:val="gregorian"/>
          </w:date>
        </w:sdtPr>
        <w:sdtEndPr/>
        <w:sdtContent>
          <w:r w:rsidR="00860E6D">
            <w:rPr>
              <w:rFonts w:eastAsia="Calibri"/>
              <w:b w:val="0"/>
              <w:szCs w:val="22"/>
            </w:rPr>
            <w:t>8.06.2023</w:t>
          </w:r>
        </w:sdtContent>
      </w:sdt>
      <w:r w:rsidR="00FA61C7" w:rsidRPr="007A2572">
        <w:rPr>
          <w:rFonts w:eastAsia="Calibri"/>
          <w:b w:val="0"/>
          <w:szCs w:val="22"/>
        </w:rPr>
        <w:t xml:space="preserve"> - </w:t>
      </w:r>
      <w:sdt>
        <w:sdtPr>
          <w:rPr>
            <w:rFonts w:eastAsia="Calibri"/>
            <w:b w:val="0"/>
            <w:szCs w:val="22"/>
          </w:rPr>
          <w:id w:val="1036158344"/>
          <w:placeholder>
            <w:docPart w:val="7ECF848996794502970F2375C9013EDD"/>
          </w:placeholder>
          <w:date w:fullDate="2023-06-08T00:00:00Z">
            <w:dateFormat w:val="d.MM.yyyy"/>
            <w:lid w:val="et-EE"/>
            <w:storeMappedDataAs w:val="dateTime"/>
            <w:calendar w:val="gregorian"/>
          </w:date>
        </w:sdtPr>
        <w:sdtEndPr/>
        <w:sdtContent>
          <w:r w:rsidR="00860E6D">
            <w:rPr>
              <w:rFonts w:eastAsia="Calibri"/>
              <w:b w:val="0"/>
              <w:szCs w:val="22"/>
            </w:rPr>
            <w:t>8.06.2023</w:t>
          </w:r>
        </w:sdtContent>
      </w:sdt>
      <w:r w:rsidR="00FA61C7" w:rsidRPr="007A2572">
        <w:rPr>
          <w:rFonts w:eastAsia="Calibri"/>
          <w:b w:val="0"/>
          <w:szCs w:val="22"/>
        </w:rPr>
        <w:t>.</w:t>
      </w:r>
      <w:r w:rsidRPr="007A2572">
        <w:rPr>
          <w:b w:val="0"/>
          <w:bCs w:val="0"/>
        </w:rPr>
        <w:t xml:space="preserve">           </w:t>
      </w:r>
    </w:p>
    <w:p w14:paraId="6CBFD327" w14:textId="77777777" w:rsidR="00627B6D" w:rsidRPr="007A2572" w:rsidRDefault="00627B6D" w:rsidP="00E81947">
      <w:pPr>
        <w:jc w:val="both"/>
        <w:rPr>
          <w:b/>
          <w:bCs/>
        </w:rPr>
      </w:pPr>
    </w:p>
    <w:p w14:paraId="161477A8" w14:textId="77777777" w:rsidR="00627B6D" w:rsidRPr="007A2572" w:rsidRDefault="00627B6D" w:rsidP="00C3044B">
      <w:pPr>
        <w:pStyle w:val="ListParagraph"/>
        <w:numPr>
          <w:ilvl w:val="0"/>
          <w:numId w:val="28"/>
        </w:numPr>
        <w:jc w:val="both"/>
        <w:rPr>
          <w:b/>
          <w:bCs/>
        </w:rPr>
      </w:pPr>
      <w:r w:rsidRPr="007A2572">
        <w:rPr>
          <w:b/>
          <w:bCs/>
        </w:rPr>
        <w:t>Poolte tegevus</w:t>
      </w:r>
    </w:p>
    <w:p w14:paraId="2A3F1E81" w14:textId="77777777" w:rsidR="00627B6D" w:rsidRPr="00705F9E" w:rsidRDefault="00627B6D" w:rsidP="00705F9E">
      <w:pPr>
        <w:pStyle w:val="ListParagraph"/>
        <w:numPr>
          <w:ilvl w:val="1"/>
          <w:numId w:val="28"/>
        </w:numPr>
        <w:jc w:val="both"/>
      </w:pPr>
      <w:r w:rsidRPr="00705F9E">
        <w:t xml:space="preserve">Ürituse korraldaja kohustub: </w:t>
      </w:r>
    </w:p>
    <w:p w14:paraId="528216B9" w14:textId="02313C31" w:rsidR="00627B6D" w:rsidRPr="00CB5868" w:rsidRDefault="00627B6D" w:rsidP="00CB5868">
      <w:pPr>
        <w:pStyle w:val="ListParagraph"/>
        <w:numPr>
          <w:ilvl w:val="2"/>
          <w:numId w:val="32"/>
        </w:numPr>
        <w:ind w:left="567" w:hanging="567"/>
        <w:jc w:val="both"/>
      </w:pPr>
      <w:r w:rsidRPr="00CB5868">
        <w:t>kirjalikult teatama RMK-</w:t>
      </w:r>
      <w:proofErr w:type="spellStart"/>
      <w:r w:rsidRPr="00CB5868">
        <w:t>le</w:t>
      </w:r>
      <w:proofErr w:type="spellEnd"/>
      <w:r w:rsidRPr="00CB5868">
        <w:t xml:space="preserve"> vähemalt</w:t>
      </w:r>
      <w:r w:rsidR="003B1097">
        <w:t xml:space="preserve"> 2</w:t>
      </w:r>
      <w:r w:rsidRPr="00CB5868">
        <w:t xml:space="preserve"> </w:t>
      </w:r>
      <w:r w:rsidR="00FA61C7" w:rsidRPr="00CB5868">
        <w:t>(</w:t>
      </w:r>
      <w:r w:rsidR="003B1097">
        <w:t>kaks</w:t>
      </w:r>
      <w:r w:rsidR="00FA61C7" w:rsidRPr="00CB5868">
        <w:t xml:space="preserve">) </w:t>
      </w:r>
      <w:r w:rsidRPr="00CB5868">
        <w:t xml:space="preserve">kalendripäeva enne ürituse algust üritusest osavõtvate isikute ligikaudse arvu, piirkonda saabuvate sõidukite arvu; </w:t>
      </w:r>
    </w:p>
    <w:p w14:paraId="63AEAB92" w14:textId="77777777" w:rsidR="00627B6D" w:rsidRPr="007A2572" w:rsidRDefault="00627B6D" w:rsidP="00A71B47">
      <w:pPr>
        <w:pStyle w:val="ListParagraph"/>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3EF8DD40" w14:textId="77777777" w:rsidR="00627B6D" w:rsidRPr="007A2572" w:rsidRDefault="00627B6D" w:rsidP="00A71B47">
      <w:pPr>
        <w:pStyle w:val="ListParagraph"/>
        <w:numPr>
          <w:ilvl w:val="2"/>
          <w:numId w:val="32"/>
        </w:numPr>
        <w:ind w:left="567" w:hanging="567"/>
        <w:jc w:val="both"/>
      </w:pPr>
      <w:r w:rsidRPr="007A2572">
        <w:t xml:space="preserve">ürituse korraldamisel kasutama ala viisil, millega püütakse võimalikult ära hoida kahjustusi metsale ja pinnasele; </w:t>
      </w:r>
    </w:p>
    <w:p w14:paraId="6C4CB897" w14:textId="77777777" w:rsidR="00627B6D" w:rsidRPr="007A2572" w:rsidRDefault="00627B6D" w:rsidP="00A71B47">
      <w:pPr>
        <w:pStyle w:val="ListParagraph"/>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5652589D" w14:textId="77777777" w:rsidR="00627B6D" w:rsidRPr="007A2572" w:rsidRDefault="00627B6D" w:rsidP="00A71B47">
      <w:pPr>
        <w:pStyle w:val="ListParagraph"/>
        <w:numPr>
          <w:ilvl w:val="2"/>
          <w:numId w:val="32"/>
        </w:numPr>
        <w:ind w:left="567" w:hanging="567"/>
        <w:jc w:val="both"/>
      </w:pPr>
      <w:r w:rsidRPr="007A2572">
        <w:t xml:space="preserve">tagama turvalisuse üritusest osavõtjatele ja korraldajatele ning nende varale, varguste, kallaletungimiste või muu õigusvastase käitumise korral </w:t>
      </w:r>
      <w:r w:rsidR="0009340C" w:rsidRPr="007A2572">
        <w:t>kutsuma kohale politseitöötaja;</w:t>
      </w:r>
    </w:p>
    <w:p w14:paraId="301E5E45" w14:textId="77777777" w:rsidR="000821E7" w:rsidRPr="007A2572" w:rsidRDefault="00627B6D" w:rsidP="00A71B47">
      <w:pPr>
        <w:pStyle w:val="ListParagraph"/>
        <w:numPr>
          <w:ilvl w:val="2"/>
          <w:numId w:val="32"/>
        </w:numPr>
        <w:ind w:left="567" w:hanging="567"/>
        <w:jc w:val="both"/>
      </w:pPr>
      <w:r w:rsidRPr="007A2572">
        <w:t xml:space="preserve">tagama kannatanutele või haigestunutele esmaabi andmise ning vajadusel korraldama üritusel osalejate evakueerimise; </w:t>
      </w:r>
    </w:p>
    <w:p w14:paraId="181351BD" w14:textId="77777777" w:rsidR="00627B6D" w:rsidRPr="007A2572" w:rsidRDefault="00627B6D" w:rsidP="00A71B47">
      <w:pPr>
        <w:pStyle w:val="ListParagraph"/>
        <w:numPr>
          <w:ilvl w:val="2"/>
          <w:numId w:val="32"/>
        </w:numPr>
        <w:ind w:left="567" w:hanging="567"/>
        <w:jc w:val="both"/>
      </w:pPr>
      <w:r w:rsidRPr="007A2572">
        <w:t>pärast ürituse lõppu hiljemalt 2</w:t>
      </w:r>
      <w:r w:rsidR="0009340C" w:rsidRPr="007A2572">
        <w:t xml:space="preserve"> (kahe)</w:t>
      </w:r>
      <w:r w:rsidRPr="007A2572">
        <w:t xml:space="preserve"> kalendripäeva jooksul koristama alalt ürituse korraldamisega tekkinud jäätmed </w:t>
      </w:r>
      <w:r w:rsidR="00EB454B" w:rsidRPr="007A2572">
        <w:t>ja taastama ala kasutuseelsesse seisu</w:t>
      </w:r>
      <w:r w:rsidRPr="007A2572">
        <w:t xml:space="preserve">; </w:t>
      </w:r>
    </w:p>
    <w:p w14:paraId="38337CE1" w14:textId="77777777" w:rsidR="00627B6D" w:rsidRDefault="00627B6D" w:rsidP="00A71B47">
      <w:pPr>
        <w:pStyle w:val="ListParagraph"/>
        <w:numPr>
          <w:ilvl w:val="2"/>
          <w:numId w:val="32"/>
        </w:numPr>
        <w:ind w:left="567" w:hanging="567"/>
        <w:jc w:val="both"/>
      </w:pPr>
      <w:r w:rsidRPr="007A2572">
        <w:lastRenderedPageBreak/>
        <w:t>hüvitama RMK-le kõik ürituse korraldamisega riigimetsale tekitatud kahjud</w:t>
      </w:r>
      <w:r w:rsidR="008C0FD3">
        <w:t>;</w:t>
      </w:r>
    </w:p>
    <w:p w14:paraId="05661F12" w14:textId="77777777" w:rsidR="00B010A4" w:rsidRPr="007A2572" w:rsidRDefault="00B010A4" w:rsidP="00B010A4">
      <w:pPr>
        <w:pStyle w:val="ListParagraph"/>
        <w:ind w:left="567"/>
        <w:jc w:val="both"/>
      </w:pPr>
    </w:p>
    <w:p w14:paraId="08199025" w14:textId="77777777" w:rsidR="00627B6D" w:rsidRPr="00705F9E" w:rsidRDefault="00627B6D" w:rsidP="00705F9E">
      <w:pPr>
        <w:pStyle w:val="ListParagraph"/>
        <w:numPr>
          <w:ilvl w:val="1"/>
          <w:numId w:val="28"/>
        </w:numPr>
        <w:jc w:val="both"/>
      </w:pPr>
      <w:r w:rsidRPr="00705F9E">
        <w:t>Ürituse korraldajal on seoses ürituse korraldamisega keelatud:</w:t>
      </w:r>
    </w:p>
    <w:p w14:paraId="57BB8DA4" w14:textId="77777777" w:rsidR="00CB5868" w:rsidRPr="007A2572" w:rsidRDefault="00627B6D" w:rsidP="00CB5868">
      <w:pPr>
        <w:pStyle w:val="ListParagraph"/>
        <w:numPr>
          <w:ilvl w:val="2"/>
          <w:numId w:val="37"/>
        </w:numPr>
        <w:ind w:left="567" w:hanging="567"/>
        <w:jc w:val="both"/>
      </w:pPr>
      <w:r w:rsidRPr="007A2572">
        <w:t>langetada puid</w:t>
      </w:r>
      <w:r w:rsidR="00CB5868">
        <w:t>;</w:t>
      </w:r>
    </w:p>
    <w:p w14:paraId="5135C13E" w14:textId="77777777" w:rsidR="00627B6D" w:rsidRPr="007A2572" w:rsidRDefault="00627B6D" w:rsidP="00CB5868">
      <w:pPr>
        <w:pStyle w:val="ListParagraph"/>
        <w:numPr>
          <w:ilvl w:val="2"/>
          <w:numId w:val="37"/>
        </w:numPr>
        <w:ind w:left="567" w:hanging="567"/>
        <w:jc w:val="both"/>
      </w:pPr>
      <w:r w:rsidRPr="007A2572">
        <w:t>püstitada ehitisi ja kaevata kraave;</w:t>
      </w:r>
    </w:p>
    <w:p w14:paraId="16433A3F" w14:textId="77777777" w:rsidR="00627B6D" w:rsidRPr="007A2572" w:rsidRDefault="00627B6D" w:rsidP="00CB5868">
      <w:pPr>
        <w:pStyle w:val="ListParagraph"/>
        <w:numPr>
          <w:ilvl w:val="2"/>
          <w:numId w:val="37"/>
        </w:numPr>
        <w:ind w:left="567" w:hanging="567"/>
        <w:jc w:val="both"/>
      </w:pPr>
      <w:proofErr w:type="spellStart"/>
      <w:r w:rsidRPr="007A2572">
        <w:t>prahistada</w:t>
      </w:r>
      <w:proofErr w:type="spellEnd"/>
      <w:r w:rsidRPr="007A2572">
        <w:t xml:space="preserve"> riigimetsa jäätmetega; </w:t>
      </w:r>
    </w:p>
    <w:p w14:paraId="2C1E4ABF" w14:textId="77777777" w:rsidR="00627B6D" w:rsidRPr="007A2572" w:rsidRDefault="00627B6D" w:rsidP="00CB5868">
      <w:pPr>
        <w:pStyle w:val="ListParagraph"/>
        <w:numPr>
          <w:ilvl w:val="2"/>
          <w:numId w:val="37"/>
        </w:numPr>
        <w:ind w:left="567" w:hanging="567"/>
        <w:jc w:val="both"/>
      </w:pPr>
      <w:r w:rsidRPr="007A2572">
        <w:t>häirida kohalike elanike öörahu;</w:t>
      </w:r>
    </w:p>
    <w:p w14:paraId="21263C48" w14:textId="77777777" w:rsidR="00627B6D" w:rsidRPr="007A2572" w:rsidRDefault="00627B6D" w:rsidP="00CB5868">
      <w:pPr>
        <w:pStyle w:val="ListParagraph"/>
        <w:numPr>
          <w:ilvl w:val="2"/>
          <w:numId w:val="37"/>
        </w:numPr>
        <w:ind w:left="567" w:hanging="567"/>
        <w:jc w:val="both"/>
      </w:pPr>
      <w:r w:rsidRPr="007A2572">
        <w:t xml:space="preserve">häirida loomade ja lindude elupaiku; </w:t>
      </w:r>
    </w:p>
    <w:p w14:paraId="52E36727" w14:textId="77777777" w:rsidR="00223671" w:rsidRPr="007A2572" w:rsidRDefault="00627B6D" w:rsidP="00CB5868">
      <w:pPr>
        <w:pStyle w:val="ListParagraph"/>
        <w:numPr>
          <w:ilvl w:val="2"/>
          <w:numId w:val="37"/>
        </w:numPr>
        <w:ind w:left="567" w:hanging="567"/>
        <w:jc w:val="both"/>
      </w:pPr>
      <w:r w:rsidRPr="007A2572">
        <w:t>teha lõket selleks ettevalmistamata kohtades ja muu tegevus, m</w:t>
      </w:r>
      <w:r w:rsidR="00223671" w:rsidRPr="007A2572">
        <w:t>is võib tekitada metsatulekahju.</w:t>
      </w:r>
    </w:p>
    <w:p w14:paraId="78F92A91" w14:textId="77777777" w:rsidR="00627B6D" w:rsidRPr="00CB5868" w:rsidRDefault="00627B6D" w:rsidP="00CB5868">
      <w:pPr>
        <w:pStyle w:val="ListParagraph"/>
        <w:numPr>
          <w:ilvl w:val="1"/>
          <w:numId w:val="28"/>
        </w:numPr>
        <w:jc w:val="both"/>
      </w:pPr>
      <w:r w:rsidRPr="00CB5868">
        <w:t>RMK-l on õigus</w:t>
      </w:r>
      <w:r w:rsidR="00BF0AE0">
        <w:t>:</w:t>
      </w:r>
      <w:r w:rsidRPr="00CB5868">
        <w:t xml:space="preserve"> </w:t>
      </w:r>
    </w:p>
    <w:p w14:paraId="09E2EFFE" w14:textId="77777777" w:rsidR="00627B6D" w:rsidRPr="00A71B47" w:rsidRDefault="00627B6D" w:rsidP="00053291">
      <w:pPr>
        <w:pStyle w:val="ListParagraph"/>
        <w:numPr>
          <w:ilvl w:val="2"/>
          <w:numId w:val="38"/>
        </w:numPr>
        <w:ind w:left="567" w:hanging="567"/>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621DABBA" w14:textId="77777777" w:rsidR="00627B6D" w:rsidRPr="007A2572" w:rsidRDefault="00627B6D" w:rsidP="00E81947">
      <w:pPr>
        <w:jc w:val="both"/>
        <w:rPr>
          <w:b/>
          <w:bCs/>
        </w:rPr>
      </w:pPr>
      <w:r w:rsidRPr="007A2572">
        <w:t xml:space="preserve"> </w:t>
      </w:r>
    </w:p>
    <w:p w14:paraId="2751F136" w14:textId="77777777" w:rsidR="00627B6D" w:rsidRPr="007A2572" w:rsidRDefault="00E07880" w:rsidP="00C3044B">
      <w:pPr>
        <w:pStyle w:val="ListParagraph"/>
        <w:numPr>
          <w:ilvl w:val="0"/>
          <w:numId w:val="28"/>
        </w:numPr>
        <w:jc w:val="both"/>
        <w:rPr>
          <w:b/>
          <w:bCs/>
        </w:rPr>
      </w:pPr>
      <w:r>
        <w:rPr>
          <w:b/>
          <w:bCs/>
        </w:rPr>
        <w:t>K</w:t>
      </w:r>
      <w:r w:rsidR="00627B6D" w:rsidRPr="007A2572">
        <w:rPr>
          <w:b/>
          <w:bCs/>
        </w:rPr>
        <w:t>ahjude kindlaksmääramine ja hüvitamine</w:t>
      </w:r>
    </w:p>
    <w:p w14:paraId="0D9F7B03" w14:textId="77777777" w:rsidR="007A2572" w:rsidRDefault="007A2572" w:rsidP="00705F9E">
      <w:pPr>
        <w:pStyle w:val="ListParagraph"/>
        <w:numPr>
          <w:ilvl w:val="1"/>
          <w:numId w:val="28"/>
        </w:numPr>
        <w:jc w:val="both"/>
      </w:pPr>
      <w:r w:rsidRPr="007A2572">
        <w:t xml:space="preserve">Pärast kasutamise lõpetamist ja koristustööde läbiviimise teate saamist </w:t>
      </w:r>
      <w:r w:rsidR="008C0FD3">
        <w:t>ürituse korraldajalt</w:t>
      </w:r>
      <w:r w:rsidRPr="007A2572">
        <w:t xml:space="preserve"> viib RMK läbi kasutusse antud ala ülevaatuse. Ülevaatuse kohta koostatakse akt juhul, kui ilmnevad puudused.</w:t>
      </w:r>
    </w:p>
    <w:p w14:paraId="3A3EE620" w14:textId="77777777" w:rsidR="007A2572" w:rsidRPr="003419F3" w:rsidRDefault="007A2572" w:rsidP="00705F9E">
      <w:pPr>
        <w:pStyle w:val="ListParagraph"/>
        <w:numPr>
          <w:ilvl w:val="1"/>
          <w:numId w:val="28"/>
        </w:numPr>
        <w:jc w:val="both"/>
      </w:pPr>
      <w:r w:rsidRPr="003419F3">
        <w:t xml:space="preserve">Juhul, kui </w:t>
      </w:r>
      <w:r w:rsidR="008C0FD3" w:rsidRPr="003419F3">
        <w:t xml:space="preserve">ürituse korraldaja </w:t>
      </w:r>
      <w:r w:rsidRPr="003419F3">
        <w:t>on ala kahjustanud või ebapiisavalt koristanud, siis saad</w:t>
      </w:r>
      <w:r w:rsidR="008C0FD3" w:rsidRPr="003419F3">
        <w:t>ab RMK</w:t>
      </w:r>
      <w:r w:rsidR="00E47749" w:rsidRPr="003419F3">
        <w:t xml:space="preserve"> </w:t>
      </w:r>
      <w:r w:rsidR="008C0FD3" w:rsidRPr="003419F3">
        <w:t>ürituse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1A0F30C5" w14:textId="77777777" w:rsidR="008C0FD3" w:rsidRPr="003419F3" w:rsidRDefault="007A2572" w:rsidP="00705F9E">
      <w:pPr>
        <w:pStyle w:val="ListParagraph"/>
        <w:numPr>
          <w:ilvl w:val="1"/>
          <w:numId w:val="28"/>
        </w:numPr>
        <w:jc w:val="both"/>
      </w:pPr>
      <w:r w:rsidRPr="003419F3">
        <w:t xml:space="preserve">Puuduste tähtaegse kõrvaldamata </w:t>
      </w:r>
      <w:r w:rsidR="008C0FD3" w:rsidRPr="003419F3">
        <w:t xml:space="preserve">või taastamis- ja/või koristustööde tegemata jätmise </w:t>
      </w:r>
      <w:r w:rsidRPr="003419F3">
        <w:t xml:space="preserve">korral </w:t>
      </w:r>
      <w:r w:rsidR="008C0FD3" w:rsidRPr="003419F3">
        <w:t xml:space="preserve">ürituse korraldaja </w:t>
      </w:r>
      <w:r w:rsidRPr="003419F3">
        <w:t xml:space="preserve">poolt likvideerib RMK puudused ise või tellib puuduste likvideerimise kolmandalt isikult ning nõuab kulutatud summa </w:t>
      </w:r>
      <w:r w:rsidR="008C0FD3" w:rsidRPr="003419F3">
        <w:t xml:space="preserve">ürituse korraldajalt </w:t>
      </w:r>
      <w:r w:rsidRPr="003419F3">
        <w:t xml:space="preserve">sisse. RMK esitab </w:t>
      </w:r>
      <w:r w:rsidR="008C0FD3" w:rsidRPr="003419F3">
        <w:t xml:space="preserve">ürituse korraldajale </w:t>
      </w:r>
      <w:r w:rsidRPr="003419F3">
        <w:t xml:space="preserve">sellekohase kirjaliku nõude. </w:t>
      </w:r>
    </w:p>
    <w:p w14:paraId="53CEB28F" w14:textId="77777777" w:rsidR="00627B6D" w:rsidRPr="003419F3" w:rsidRDefault="00672972" w:rsidP="00705F9E">
      <w:pPr>
        <w:pStyle w:val="ListParagraph"/>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ürituse korraldaja kohustatud tasuma viivist 0,15% </w:t>
      </w:r>
      <w:r w:rsidR="00374F7C" w:rsidRPr="003419F3">
        <w:t>tasumisele kuuluvast summast iga tasumisega viivitatud  kalendripäeva eest</w:t>
      </w:r>
      <w:r w:rsidR="007A2572" w:rsidRPr="003419F3">
        <w:t>.</w:t>
      </w:r>
    </w:p>
    <w:p w14:paraId="3BA4EC3E" w14:textId="77777777" w:rsidR="00C829A0" w:rsidRDefault="00C829A0" w:rsidP="007A2572">
      <w:pPr>
        <w:jc w:val="both"/>
      </w:pPr>
    </w:p>
    <w:p w14:paraId="4107EDA0" w14:textId="77777777" w:rsidR="003419F3" w:rsidRDefault="00C829A0" w:rsidP="00C829A0">
      <w:pPr>
        <w:pStyle w:val="ListParagraph"/>
        <w:numPr>
          <w:ilvl w:val="0"/>
          <w:numId w:val="28"/>
        </w:numPr>
        <w:jc w:val="both"/>
        <w:rPr>
          <w:b/>
        </w:rPr>
      </w:pPr>
      <w:r w:rsidRPr="002B287B">
        <w:rPr>
          <w:b/>
        </w:rPr>
        <w:t>Poolte esindajad ja kontaktandmed</w:t>
      </w:r>
    </w:p>
    <w:p w14:paraId="6833EA90" w14:textId="5BDAD471" w:rsidR="003419F3" w:rsidRDefault="00C829A0" w:rsidP="00705F9E">
      <w:pPr>
        <w:pStyle w:val="ListParagraph"/>
        <w:numPr>
          <w:ilvl w:val="1"/>
          <w:numId w:val="28"/>
        </w:numPr>
        <w:jc w:val="both"/>
      </w:pPr>
      <w:r w:rsidRPr="003419F3">
        <w:t xml:space="preserve">RMK esindaja on RMK </w:t>
      </w:r>
      <w:r w:rsidR="003B1097">
        <w:t xml:space="preserve">Lääne-Harjumaa metsaülem Jaan Schults </w:t>
      </w:r>
      <w:r w:rsidR="00871642">
        <w:t xml:space="preserve">tel </w:t>
      </w:r>
      <w:r w:rsidR="003B1097">
        <w:t xml:space="preserve">5282363 </w:t>
      </w:r>
      <w:r w:rsidR="00871642">
        <w:t xml:space="preserve">e-post </w:t>
      </w:r>
      <w:r w:rsidR="003B1097">
        <w:t>laane-harjumaa@rmk.ee</w:t>
      </w:r>
    </w:p>
    <w:p w14:paraId="2ABA958B" w14:textId="4D42752F" w:rsidR="00C829A0" w:rsidRDefault="00871642" w:rsidP="00705F9E">
      <w:pPr>
        <w:pStyle w:val="ListParagraph"/>
        <w:numPr>
          <w:ilvl w:val="1"/>
          <w:numId w:val="28"/>
        </w:numPr>
        <w:jc w:val="both"/>
      </w:pPr>
      <w:r>
        <w:t xml:space="preserve">Ürituse korraldaja esindaja on </w:t>
      </w:r>
      <w:r w:rsidR="000B39CB">
        <w:t xml:space="preserve">Villu Õun </w:t>
      </w:r>
      <w:r>
        <w:t xml:space="preserve">tel </w:t>
      </w:r>
      <w:r w:rsidR="000B39CB">
        <w:t xml:space="preserve">5069777 </w:t>
      </w:r>
      <w:r>
        <w:t xml:space="preserve">e-post </w:t>
      </w:r>
      <w:r w:rsidR="000B39CB">
        <w:t>villu.oun@ee.g4s.com</w:t>
      </w:r>
    </w:p>
    <w:p w14:paraId="5307B94E" w14:textId="77777777" w:rsidR="00C829A0" w:rsidRDefault="00C829A0" w:rsidP="00C829A0">
      <w:pPr>
        <w:jc w:val="both"/>
      </w:pPr>
    </w:p>
    <w:p w14:paraId="6A5CCDEF" w14:textId="77777777" w:rsidR="00C829A0" w:rsidRPr="002B287B" w:rsidRDefault="00C829A0" w:rsidP="00C3044B">
      <w:pPr>
        <w:pStyle w:val="ListParagraph"/>
        <w:numPr>
          <w:ilvl w:val="0"/>
          <w:numId w:val="28"/>
        </w:numPr>
        <w:jc w:val="both"/>
        <w:rPr>
          <w:b/>
        </w:rPr>
      </w:pPr>
      <w:r w:rsidRPr="002B287B">
        <w:rPr>
          <w:b/>
        </w:rPr>
        <w:t>Teadete edastamine</w:t>
      </w:r>
    </w:p>
    <w:p w14:paraId="0555398C" w14:textId="77777777" w:rsidR="00C829A0" w:rsidRDefault="00C829A0" w:rsidP="00705F9E">
      <w:pPr>
        <w:pStyle w:val="ListParagraph"/>
        <w:numPr>
          <w:ilvl w:val="1"/>
          <w:numId w:val="28"/>
        </w:numPr>
        <w:jc w:val="both"/>
      </w:pPr>
      <w:r>
        <w:t>Lepinguga seotud teated edastatakse telefoni teel või e-kirja teel poole lepingus märgitud e-posti aadressile. Kontaktandmete muutusest on pool kohustatud koheselt informeerima teist poolt.</w:t>
      </w:r>
    </w:p>
    <w:p w14:paraId="318D5CAB" w14:textId="77777777" w:rsidR="00C829A0" w:rsidRDefault="00C829A0" w:rsidP="00705F9E">
      <w:pPr>
        <w:pStyle w:val="ListParagraph"/>
        <w:numPr>
          <w:ilvl w:val="1"/>
          <w:numId w:val="28"/>
        </w:numPr>
        <w:jc w:val="both"/>
      </w:pPr>
      <w:r>
        <w:t>E-kirja teel edastatud teated peetakse kättesaaduks alates teate edastamisele järgnevast tööpäevast.</w:t>
      </w:r>
    </w:p>
    <w:p w14:paraId="1728D76D" w14:textId="77777777" w:rsidR="00C829A0" w:rsidRDefault="00C829A0" w:rsidP="00705F9E">
      <w:pPr>
        <w:pStyle w:val="ListParagraph"/>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4DD3922" w14:textId="77777777" w:rsidR="00C829A0" w:rsidRDefault="00C829A0" w:rsidP="00C829A0">
      <w:pPr>
        <w:jc w:val="both"/>
      </w:pPr>
    </w:p>
    <w:p w14:paraId="05E57A3D" w14:textId="77777777" w:rsidR="00C829A0" w:rsidRPr="002B287B" w:rsidRDefault="00C829A0" w:rsidP="00C3044B">
      <w:pPr>
        <w:pStyle w:val="ListParagraph"/>
        <w:numPr>
          <w:ilvl w:val="0"/>
          <w:numId w:val="28"/>
        </w:numPr>
        <w:jc w:val="both"/>
        <w:rPr>
          <w:b/>
        </w:rPr>
      </w:pPr>
      <w:r w:rsidRPr="002B287B">
        <w:rPr>
          <w:b/>
        </w:rPr>
        <w:t>Lepingu lõppemine ja lõpetamine</w:t>
      </w:r>
    </w:p>
    <w:p w14:paraId="4F8F2211" w14:textId="77777777" w:rsidR="00C829A0" w:rsidRDefault="00C829A0" w:rsidP="00053291">
      <w:pPr>
        <w:pStyle w:val="ListParagraph"/>
        <w:numPr>
          <w:ilvl w:val="1"/>
          <w:numId w:val="28"/>
        </w:numPr>
        <w:jc w:val="both"/>
      </w:pPr>
      <w:r>
        <w:t>Leping lõpeb, kui lepingust tulenevad poolte kohustused on mõlemapoolselt täielikult ja nõuetekohaselt täidetud või seoses lepingu tähtaja saabumisega.</w:t>
      </w:r>
    </w:p>
    <w:p w14:paraId="411AD0F3" w14:textId="77777777" w:rsidR="00C829A0" w:rsidRDefault="00C829A0" w:rsidP="00053291">
      <w:pPr>
        <w:pStyle w:val="ListParagraph"/>
        <w:numPr>
          <w:ilvl w:val="1"/>
          <w:numId w:val="28"/>
        </w:numPr>
        <w:jc w:val="both"/>
      </w:pPr>
      <w:r>
        <w:lastRenderedPageBreak/>
        <w:t xml:space="preserve">Kumbki pool võib käesoleva lepingu ennetähtaegselt üles öelda teatades sellest teisele poolele kirjalikult ette </w:t>
      </w:r>
      <w:r w:rsidR="00871642">
        <w:fldChar w:fldCharType="begin"/>
      </w:r>
      <w:r w:rsidR="00871642">
        <w:instrText xml:space="preserve"> MACROBUTTON  AcceptAllChangesInDoc [Sisesta kuude või nädalate või päevade arv] </w:instrText>
      </w:r>
      <w:r w:rsidR="00871642">
        <w:fldChar w:fldCharType="end"/>
      </w:r>
      <w:r w:rsidR="00871642">
        <w:t>.</w:t>
      </w:r>
    </w:p>
    <w:p w14:paraId="3CCECDE6" w14:textId="77777777" w:rsidR="00C829A0" w:rsidRDefault="00C829A0" w:rsidP="00053291">
      <w:pPr>
        <w:pStyle w:val="ListParagraph"/>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64BDBF4D" w14:textId="77777777" w:rsidR="00C829A0" w:rsidRDefault="00C829A0" w:rsidP="00C829A0">
      <w:pPr>
        <w:jc w:val="both"/>
      </w:pPr>
    </w:p>
    <w:p w14:paraId="5E60E980" w14:textId="77777777" w:rsidR="00C829A0" w:rsidRPr="002B287B" w:rsidRDefault="00C829A0" w:rsidP="00C3044B">
      <w:pPr>
        <w:pStyle w:val="ListParagraph"/>
        <w:numPr>
          <w:ilvl w:val="0"/>
          <w:numId w:val="28"/>
        </w:numPr>
        <w:jc w:val="both"/>
        <w:rPr>
          <w:b/>
        </w:rPr>
      </w:pPr>
      <w:r w:rsidRPr="002B287B">
        <w:rPr>
          <w:b/>
        </w:rPr>
        <w:t>Lõppsätted</w:t>
      </w:r>
    </w:p>
    <w:p w14:paraId="46EACF5B" w14:textId="77777777" w:rsidR="00C829A0" w:rsidRDefault="00486AA0" w:rsidP="00053291">
      <w:pPr>
        <w:pStyle w:val="ListParagraph"/>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3921B990" w14:textId="77777777" w:rsidR="00C829A0" w:rsidRDefault="00C829A0" w:rsidP="00053291">
      <w:pPr>
        <w:pStyle w:val="ListParagraph"/>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5DD8AB8B" w14:textId="3CB9D955" w:rsidR="005A22F0" w:rsidRPr="002E06D0" w:rsidRDefault="00834186" w:rsidP="00053291">
      <w:pPr>
        <w:pStyle w:val="ListParagraph"/>
        <w:numPr>
          <w:ilvl w:val="1"/>
          <w:numId w:val="28"/>
        </w:numPr>
        <w:jc w:val="both"/>
        <w:rPr>
          <w:rFonts w:eastAsia="MS Mincho"/>
        </w:rPr>
      </w:pPr>
      <w:sdt>
        <w:sdtPr>
          <w:id w:val="-189151537"/>
          <w:placeholder>
            <w:docPart w:val="7A06D224E73541669A8B07A428B6FDC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3B1097">
            <w:t>Leping on allkirjastatud digitaalselt.</w:t>
          </w:r>
        </w:sdtContent>
      </w:sdt>
    </w:p>
    <w:p w14:paraId="5C39D25B" w14:textId="77777777" w:rsidR="00C829A0" w:rsidRDefault="00C829A0" w:rsidP="007A2572">
      <w:pPr>
        <w:jc w:val="both"/>
      </w:pPr>
    </w:p>
    <w:p w14:paraId="3147C540" w14:textId="77777777" w:rsidR="00627B6D" w:rsidRPr="007A2572" w:rsidRDefault="00627B6D" w:rsidP="00E81947">
      <w:pPr>
        <w:jc w:val="both"/>
      </w:pPr>
    </w:p>
    <w:p w14:paraId="2966FA13"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6E946BDD" w14:textId="77777777" w:rsidR="00BE00C1" w:rsidRPr="007A2572" w:rsidRDefault="00BE00C1" w:rsidP="00E81947">
      <w:pPr>
        <w:pStyle w:val="Heading1"/>
        <w:jc w:val="both"/>
        <w:rPr>
          <w:b w:val="0"/>
          <w:bCs w:val="0"/>
        </w:rPr>
      </w:pPr>
    </w:p>
    <w:p w14:paraId="4EFAE9A2" w14:textId="77777777" w:rsidR="00BE00C1" w:rsidRPr="007A2572" w:rsidRDefault="00BE00C1" w:rsidP="00E81947">
      <w:pPr>
        <w:pStyle w:val="Heading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Pr="007A2572">
        <w:rPr>
          <w:bCs w:val="0"/>
          <w:sz w:val="24"/>
        </w:rPr>
        <w:t>Ürituse korraldaja</w:t>
      </w:r>
    </w:p>
    <w:p w14:paraId="0AE1B882" w14:textId="77777777" w:rsidR="00FC73EB" w:rsidRPr="007A2572" w:rsidRDefault="00FC73EB" w:rsidP="00FC73EB"/>
    <w:p w14:paraId="106FFFBD" w14:textId="52A474FC" w:rsidR="00BE00C1" w:rsidRPr="007A2572" w:rsidRDefault="00BE00C1" w:rsidP="00E81947">
      <w:pPr>
        <w:jc w:val="both"/>
      </w:pPr>
      <w:r w:rsidRPr="007A2572">
        <w:t>Riigimetsa Majan</w:t>
      </w:r>
      <w:r w:rsidR="00ED1B93" w:rsidRPr="007A2572">
        <w:t>damise Keskus</w:t>
      </w:r>
      <w:r w:rsidR="00ED1B93" w:rsidRPr="007A2572">
        <w:tab/>
      </w:r>
      <w:r w:rsidR="00ED1B93" w:rsidRPr="007A2572">
        <w:tab/>
      </w:r>
      <w:r w:rsidR="003B1097" w:rsidRPr="003B1097">
        <w:t>AS G4S Eesti</w:t>
      </w:r>
    </w:p>
    <w:p w14:paraId="33B2A517" w14:textId="6095330A" w:rsidR="00BE00C1" w:rsidRPr="007A2572" w:rsidRDefault="00533DCE" w:rsidP="00E81947">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0B39CB" w:rsidRPr="000B39CB">
        <w:tab/>
        <w:t>10022095</w:t>
      </w:r>
    </w:p>
    <w:p w14:paraId="67743C5E" w14:textId="224A782C" w:rsidR="00BE00C1" w:rsidRPr="007A2572" w:rsidRDefault="0032125C" w:rsidP="00E81947">
      <w:pPr>
        <w:jc w:val="both"/>
      </w:pPr>
      <w:r>
        <w:t xml:space="preserve">Mõisa/3, </w:t>
      </w:r>
      <w:proofErr w:type="spellStart"/>
      <w:r w:rsidR="007367A5" w:rsidRPr="007A2572">
        <w:t>Sagadi</w:t>
      </w:r>
      <w:proofErr w:type="spellEnd"/>
      <w:r w:rsidR="007367A5" w:rsidRPr="007A2572">
        <w:t xml:space="preserve"> küla, </w:t>
      </w:r>
      <w:r w:rsidR="00FC73EB" w:rsidRPr="007A2572">
        <w:t>Haljala</w:t>
      </w:r>
      <w:r w:rsidR="00374680">
        <w:t xml:space="preserve"> vald</w:t>
      </w:r>
      <w:r>
        <w:tab/>
      </w:r>
      <w:r w:rsidR="00ED1B93" w:rsidRPr="007A2572">
        <w:tab/>
      </w:r>
      <w:r w:rsidR="000B39CB">
        <w:t>Tallinn, Vesipapi 2, 12916</w:t>
      </w:r>
    </w:p>
    <w:p w14:paraId="713CDA41" w14:textId="2640D88D"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0B39CB" w:rsidRPr="000B39CB">
        <w:t>6511700</w:t>
      </w:r>
    </w:p>
    <w:p w14:paraId="468DF656" w14:textId="57D4DE96"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E-post</w:t>
      </w:r>
      <w:r w:rsidR="000B39CB">
        <w:t xml:space="preserve"> </w:t>
      </w:r>
      <w:r w:rsidR="00B80300" w:rsidRPr="007A2572">
        <w:tab/>
      </w:r>
      <w:r w:rsidR="000B39CB" w:rsidRPr="000B39CB">
        <w:t>g4s@ee.g4s.com</w:t>
      </w:r>
      <w:r w:rsidR="00BF1C21" w:rsidRPr="007A2572">
        <w:tab/>
      </w:r>
    </w:p>
    <w:p w14:paraId="4F300B7F" w14:textId="77777777" w:rsidR="00BE00C1" w:rsidRDefault="007367A5" w:rsidP="00E81947">
      <w:pPr>
        <w:tabs>
          <w:tab w:val="left" w:pos="4320"/>
        </w:tabs>
        <w:spacing w:line="240" w:lineRule="exact"/>
        <w:jc w:val="both"/>
      </w:pPr>
      <w:r w:rsidRPr="007A2572">
        <w:t>E-post rmk@rmk.ee</w:t>
      </w:r>
    </w:p>
    <w:p w14:paraId="0135E134" w14:textId="77777777" w:rsidR="005A22F0" w:rsidRPr="007A2572" w:rsidRDefault="005A22F0" w:rsidP="00E81947">
      <w:pPr>
        <w:tabs>
          <w:tab w:val="left" w:pos="4320"/>
        </w:tabs>
        <w:spacing w:line="240" w:lineRule="exact"/>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6CB1530D" w14:textId="77777777" w:rsidTr="00243412">
        <w:trPr>
          <w:trHeight w:val="551"/>
        </w:trPr>
        <w:tc>
          <w:tcPr>
            <w:tcW w:w="4175" w:type="dxa"/>
            <w:vAlign w:val="bottom"/>
          </w:tcPr>
          <w:p w14:paraId="0B0D481C" w14:textId="0A6DBCCB" w:rsidR="002200E4" w:rsidRPr="007A2572" w:rsidRDefault="00834186" w:rsidP="00A7595D">
            <w:sdt>
              <w:sdtPr>
                <w:id w:val="2123798159"/>
                <w:placeholder>
                  <w:docPart w:val="04D193E515684E99AB3F27EFEE978E3D"/>
                </w:placeholder>
                <w:comboBox>
                  <w:listItem w:displayText=" " w:value=" "/>
                  <w:listItem w:displayText="(allkirjastatud digitaalselt)" w:value="(allkirjastatud digitaalselt)"/>
                </w:comboBox>
              </w:sdtPr>
              <w:sdtEndPr/>
              <w:sdtContent>
                <w:r w:rsidR="003B1097">
                  <w:t>(allkirjastatud digitaalselt)</w:t>
                </w:r>
              </w:sdtContent>
            </w:sdt>
          </w:p>
        </w:tc>
        <w:tc>
          <w:tcPr>
            <w:tcW w:w="236" w:type="dxa"/>
          </w:tcPr>
          <w:p w14:paraId="179400D7" w14:textId="77777777" w:rsidR="002200E4" w:rsidRPr="007A2572" w:rsidRDefault="002200E4" w:rsidP="00A7595D">
            <w:pPr>
              <w:jc w:val="both"/>
            </w:pPr>
          </w:p>
        </w:tc>
        <w:tc>
          <w:tcPr>
            <w:tcW w:w="4196" w:type="dxa"/>
            <w:vAlign w:val="bottom"/>
          </w:tcPr>
          <w:p w14:paraId="23F0EC98" w14:textId="34662612" w:rsidR="002200E4" w:rsidRPr="007A2572" w:rsidRDefault="00834186" w:rsidP="00A7595D">
            <w:sdt>
              <w:sdtPr>
                <w:id w:val="1117192284"/>
                <w:placeholder>
                  <w:docPart w:val="A0410723B2604D2AAE53A3977A725D3D"/>
                </w:placeholder>
                <w:comboBox>
                  <w:listItem w:displayText=" " w:value=" "/>
                  <w:listItem w:displayText="(allkirjastatud digitaalselt)" w:value="(allkirjastatud digitaalselt)"/>
                </w:comboBox>
              </w:sdtPr>
              <w:sdtEndPr/>
              <w:sdtContent>
                <w:r w:rsidR="003B1097">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183"/>
        <w:gridCol w:w="4039"/>
      </w:tblGrid>
      <w:tr w:rsidR="002200E4" w:rsidRPr="007A2572" w14:paraId="756D41A0" w14:textId="77777777" w:rsidTr="000B39CB">
        <w:trPr>
          <w:trHeight w:val="595"/>
        </w:trPr>
        <w:tc>
          <w:tcPr>
            <w:tcW w:w="4183" w:type="dxa"/>
            <w:vAlign w:val="bottom"/>
          </w:tcPr>
          <w:p w14:paraId="69CC1B62" w14:textId="77777777" w:rsidR="002200E4" w:rsidRPr="007A2572" w:rsidRDefault="002200E4" w:rsidP="00A7595D">
            <w:pPr>
              <w:tabs>
                <w:tab w:val="left" w:pos="4320"/>
              </w:tabs>
              <w:spacing w:after="240"/>
            </w:pPr>
          </w:p>
        </w:tc>
        <w:tc>
          <w:tcPr>
            <w:tcW w:w="4039" w:type="dxa"/>
            <w:vAlign w:val="bottom"/>
          </w:tcPr>
          <w:p w14:paraId="5643785C" w14:textId="77777777" w:rsidR="002200E4" w:rsidRPr="007A2572" w:rsidRDefault="002200E4" w:rsidP="00A7595D">
            <w:pPr>
              <w:tabs>
                <w:tab w:val="left" w:pos="4320"/>
              </w:tabs>
            </w:pPr>
          </w:p>
        </w:tc>
      </w:tr>
      <w:tr w:rsidR="002200E4" w:rsidRPr="007A2572" w14:paraId="0C2E3D18" w14:textId="77777777" w:rsidTr="000B39CB">
        <w:trPr>
          <w:trHeight w:val="340"/>
        </w:trPr>
        <w:tc>
          <w:tcPr>
            <w:tcW w:w="4183" w:type="dxa"/>
            <w:vAlign w:val="bottom"/>
          </w:tcPr>
          <w:p w14:paraId="7B7BA004" w14:textId="77BD25CC" w:rsidR="002200E4" w:rsidRPr="007A2572" w:rsidRDefault="003B1097" w:rsidP="00243412">
            <w:pPr>
              <w:tabs>
                <w:tab w:val="left" w:pos="4320"/>
              </w:tabs>
              <w:ind w:left="-212" w:firstLine="212"/>
            </w:pPr>
            <w:r>
              <w:t>Jaan Schults</w:t>
            </w:r>
          </w:p>
        </w:tc>
        <w:tc>
          <w:tcPr>
            <w:tcW w:w="4039" w:type="dxa"/>
            <w:vAlign w:val="bottom"/>
          </w:tcPr>
          <w:p w14:paraId="50B6B443" w14:textId="6916DE30" w:rsidR="002200E4" w:rsidRPr="007A2572" w:rsidRDefault="000B39CB" w:rsidP="00A7595D">
            <w:pPr>
              <w:tabs>
                <w:tab w:val="left" w:pos="4320"/>
              </w:tabs>
            </w:pPr>
            <w:r>
              <w:t>Villu Õun</w:t>
            </w:r>
          </w:p>
        </w:tc>
      </w:tr>
      <w:tr w:rsidR="002200E4" w:rsidRPr="007A2572" w14:paraId="7944367C" w14:textId="77777777" w:rsidTr="000B39CB">
        <w:trPr>
          <w:trHeight w:val="69"/>
        </w:trPr>
        <w:tc>
          <w:tcPr>
            <w:tcW w:w="4183" w:type="dxa"/>
            <w:vAlign w:val="bottom"/>
          </w:tcPr>
          <w:p w14:paraId="64EA7185" w14:textId="77777777" w:rsidR="002200E4" w:rsidRPr="007A2572" w:rsidRDefault="002200E4" w:rsidP="00A7595D">
            <w:pPr>
              <w:tabs>
                <w:tab w:val="left" w:pos="4320"/>
              </w:tabs>
            </w:pPr>
          </w:p>
        </w:tc>
        <w:tc>
          <w:tcPr>
            <w:tcW w:w="4039" w:type="dxa"/>
            <w:vAlign w:val="bottom"/>
          </w:tcPr>
          <w:p w14:paraId="1111F72D" w14:textId="77777777" w:rsidR="002200E4" w:rsidRPr="007A2572" w:rsidRDefault="002200E4" w:rsidP="00A7595D">
            <w:pPr>
              <w:tabs>
                <w:tab w:val="left" w:pos="4320"/>
              </w:tabs>
            </w:pPr>
          </w:p>
        </w:tc>
      </w:tr>
    </w:tbl>
    <w:p w14:paraId="48EB3BA4" w14:textId="77777777" w:rsidR="00F13353" w:rsidRPr="007A2572" w:rsidRDefault="00F13353" w:rsidP="002200E4">
      <w:pPr>
        <w:tabs>
          <w:tab w:val="left" w:pos="720"/>
          <w:tab w:val="left" w:pos="1440"/>
          <w:tab w:val="left" w:pos="2160"/>
          <w:tab w:val="left" w:pos="2880"/>
          <w:tab w:val="left" w:pos="3600"/>
          <w:tab w:val="left" w:pos="4320"/>
          <w:tab w:val="left" w:pos="5040"/>
          <w:tab w:val="left" w:pos="5760"/>
          <w:tab w:val="left" w:pos="6480"/>
          <w:tab w:val="left" w:pos="7018"/>
        </w:tabs>
      </w:pPr>
    </w:p>
    <w:p w14:paraId="035BE184" w14:textId="77777777" w:rsidR="0003151D" w:rsidRPr="000437DB" w:rsidRDefault="0003151D" w:rsidP="0060499B">
      <w:pPr>
        <w:rPr>
          <w:i/>
        </w:rPr>
      </w:pPr>
    </w:p>
    <w:sectPr w:rsidR="0003151D" w:rsidRPr="000437DB" w:rsidSect="00AD76FB">
      <w:headerReference w:type="even" r:id="rId8"/>
      <w:headerReference w:type="default" r:id="rId9"/>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B8050" w14:textId="77777777" w:rsidR="00834186" w:rsidRDefault="00834186">
      <w:r>
        <w:separator/>
      </w:r>
    </w:p>
  </w:endnote>
  <w:endnote w:type="continuationSeparator" w:id="0">
    <w:p w14:paraId="504C5895" w14:textId="77777777" w:rsidR="00834186" w:rsidRDefault="00834186">
      <w:r>
        <w:continuationSeparator/>
      </w:r>
    </w:p>
  </w:endnote>
  <w:endnote w:type="continuationNotice" w:id="1">
    <w:p w14:paraId="413FC4E1" w14:textId="77777777" w:rsidR="00834186" w:rsidRDefault="00834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CC6E3" w14:textId="77777777" w:rsidR="00834186" w:rsidRDefault="00834186">
      <w:r>
        <w:separator/>
      </w:r>
    </w:p>
  </w:footnote>
  <w:footnote w:type="continuationSeparator" w:id="0">
    <w:p w14:paraId="3A8CD1E9" w14:textId="77777777" w:rsidR="00834186" w:rsidRDefault="00834186">
      <w:r>
        <w:continuationSeparator/>
      </w:r>
    </w:p>
  </w:footnote>
  <w:footnote w:type="continuationNotice" w:id="1">
    <w:p w14:paraId="6CBCFE44" w14:textId="77777777" w:rsidR="00834186" w:rsidRDefault="008341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FCAD1" w14:textId="77777777" w:rsidR="00A7595D" w:rsidRDefault="00A7595D" w:rsidP="00BC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5495A2" w14:textId="77777777" w:rsidR="00A7595D" w:rsidRDefault="00A759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EFE49" w14:textId="77777777" w:rsidR="00A7595D" w:rsidRDefault="00A7595D" w:rsidP="00BC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B39CB">
      <w:rPr>
        <w:rStyle w:val="PageNumber"/>
        <w:noProof/>
      </w:rPr>
      <w:t>2</w:t>
    </w:r>
    <w:r>
      <w:rPr>
        <w:rStyle w:val="PageNumber"/>
      </w:rPr>
      <w:fldChar w:fldCharType="end"/>
    </w:r>
  </w:p>
  <w:p w14:paraId="156E05B9" w14:textId="77777777" w:rsidR="00A7595D" w:rsidRPr="00810609" w:rsidRDefault="00A7595D" w:rsidP="00810609">
    <w:pPr>
      <w:pStyle w:val="Header"/>
      <w:jc w:val="right"/>
      <w:rPr>
        <w:rFonts w:ascii="Arial" w:hAnsi="Arial" w:cs="Arial"/>
        <w:b/>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26"/>
  </w:num>
  <w:num w:numId="3">
    <w:abstractNumId w:val="24"/>
  </w:num>
  <w:num w:numId="4">
    <w:abstractNumId w:val="17"/>
  </w:num>
  <w:num w:numId="5">
    <w:abstractNumId w:val="11"/>
  </w:num>
  <w:num w:numId="6">
    <w:abstractNumId w:val="15"/>
  </w:num>
  <w:num w:numId="7">
    <w:abstractNumId w:val="25"/>
  </w:num>
  <w:num w:numId="8">
    <w:abstractNumId w:val="12"/>
  </w:num>
  <w:num w:numId="9">
    <w:abstractNumId w:val="30"/>
  </w:num>
  <w:num w:numId="10">
    <w:abstractNumId w:val="1"/>
  </w:num>
  <w:num w:numId="11">
    <w:abstractNumId w:val="20"/>
  </w:num>
  <w:num w:numId="12">
    <w:abstractNumId w:val="34"/>
  </w:num>
  <w:num w:numId="13">
    <w:abstractNumId w:val="0"/>
  </w:num>
  <w:num w:numId="14">
    <w:abstractNumId w:val="35"/>
  </w:num>
  <w:num w:numId="15">
    <w:abstractNumId w:val="3"/>
  </w:num>
  <w:num w:numId="16">
    <w:abstractNumId w:val="16"/>
  </w:num>
  <w:num w:numId="17">
    <w:abstractNumId w:val="13"/>
  </w:num>
  <w:num w:numId="18">
    <w:abstractNumId w:val="22"/>
  </w:num>
  <w:num w:numId="19">
    <w:abstractNumId w:val="9"/>
  </w:num>
  <w:num w:numId="20">
    <w:abstractNumId w:val="5"/>
  </w:num>
  <w:num w:numId="21">
    <w:abstractNumId w:val="18"/>
  </w:num>
  <w:num w:numId="22">
    <w:abstractNumId w:val="36"/>
  </w:num>
  <w:num w:numId="23">
    <w:abstractNumId w:val="7"/>
  </w:num>
  <w:num w:numId="24">
    <w:abstractNumId w:val="27"/>
  </w:num>
  <w:num w:numId="25">
    <w:abstractNumId w:val="8"/>
  </w:num>
  <w:num w:numId="26">
    <w:abstractNumId w:val="21"/>
  </w:num>
  <w:num w:numId="27">
    <w:abstractNumId w:val="14"/>
  </w:num>
  <w:num w:numId="28">
    <w:abstractNumId w:val="33"/>
  </w:num>
  <w:num w:numId="29">
    <w:abstractNumId w:val="31"/>
  </w:num>
  <w:num w:numId="30">
    <w:abstractNumId w:val="6"/>
  </w:num>
  <w:num w:numId="31">
    <w:abstractNumId w:val="4"/>
  </w:num>
  <w:num w:numId="32">
    <w:abstractNumId w:val="37"/>
  </w:num>
  <w:num w:numId="33">
    <w:abstractNumId w:val="19"/>
  </w:num>
  <w:num w:numId="34">
    <w:abstractNumId w:val="28"/>
  </w:num>
  <w:num w:numId="35">
    <w:abstractNumId w:val="29"/>
  </w:num>
  <w:num w:numId="36">
    <w:abstractNumId w:val="32"/>
  </w:num>
  <w:num w:numId="37">
    <w:abstractNumId w:val="2"/>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E6D"/>
    <w:rsid w:val="000171D0"/>
    <w:rsid w:val="0003151D"/>
    <w:rsid w:val="00031B68"/>
    <w:rsid w:val="00036814"/>
    <w:rsid w:val="000437DB"/>
    <w:rsid w:val="00053291"/>
    <w:rsid w:val="00081F45"/>
    <w:rsid w:val="000821E7"/>
    <w:rsid w:val="0009340C"/>
    <w:rsid w:val="00096F37"/>
    <w:rsid w:val="000B39CB"/>
    <w:rsid w:val="000D4491"/>
    <w:rsid w:val="000E298D"/>
    <w:rsid w:val="000E7778"/>
    <w:rsid w:val="001327AF"/>
    <w:rsid w:val="00162A4B"/>
    <w:rsid w:val="0016535C"/>
    <w:rsid w:val="001765C3"/>
    <w:rsid w:val="0018116A"/>
    <w:rsid w:val="001C5AC8"/>
    <w:rsid w:val="001D12DC"/>
    <w:rsid w:val="001D4BE6"/>
    <w:rsid w:val="001D577C"/>
    <w:rsid w:val="001D6A33"/>
    <w:rsid w:val="001F03BE"/>
    <w:rsid w:val="00205264"/>
    <w:rsid w:val="002200E4"/>
    <w:rsid w:val="00223671"/>
    <w:rsid w:val="00237C6E"/>
    <w:rsid w:val="00243412"/>
    <w:rsid w:val="002B287B"/>
    <w:rsid w:val="002F1859"/>
    <w:rsid w:val="002F4CA9"/>
    <w:rsid w:val="00301911"/>
    <w:rsid w:val="0032125C"/>
    <w:rsid w:val="00321CE1"/>
    <w:rsid w:val="00327DE3"/>
    <w:rsid w:val="003301AC"/>
    <w:rsid w:val="003419F3"/>
    <w:rsid w:val="00352794"/>
    <w:rsid w:val="00352A8A"/>
    <w:rsid w:val="00372D2F"/>
    <w:rsid w:val="00374680"/>
    <w:rsid w:val="00374F7C"/>
    <w:rsid w:val="003840C8"/>
    <w:rsid w:val="003B1097"/>
    <w:rsid w:val="003B3A00"/>
    <w:rsid w:val="003C74A0"/>
    <w:rsid w:val="003D7DEB"/>
    <w:rsid w:val="003E515D"/>
    <w:rsid w:val="00435C7F"/>
    <w:rsid w:val="004450BA"/>
    <w:rsid w:val="004618BB"/>
    <w:rsid w:val="00472D0E"/>
    <w:rsid w:val="00486AA0"/>
    <w:rsid w:val="00490309"/>
    <w:rsid w:val="004905FC"/>
    <w:rsid w:val="00490943"/>
    <w:rsid w:val="004B3A22"/>
    <w:rsid w:val="004C621C"/>
    <w:rsid w:val="004D1205"/>
    <w:rsid w:val="004D3AAC"/>
    <w:rsid w:val="004F0B9F"/>
    <w:rsid w:val="004F53A4"/>
    <w:rsid w:val="00501315"/>
    <w:rsid w:val="00510C81"/>
    <w:rsid w:val="005115A2"/>
    <w:rsid w:val="00533DCE"/>
    <w:rsid w:val="00551F87"/>
    <w:rsid w:val="005A22F0"/>
    <w:rsid w:val="005D0E33"/>
    <w:rsid w:val="005E0B6A"/>
    <w:rsid w:val="005E2BF0"/>
    <w:rsid w:val="005E344F"/>
    <w:rsid w:val="005E4A84"/>
    <w:rsid w:val="005F3115"/>
    <w:rsid w:val="0060499B"/>
    <w:rsid w:val="00617985"/>
    <w:rsid w:val="006279D1"/>
    <w:rsid w:val="00627B6D"/>
    <w:rsid w:val="00645B8C"/>
    <w:rsid w:val="00672972"/>
    <w:rsid w:val="006A0DC0"/>
    <w:rsid w:val="006B08F9"/>
    <w:rsid w:val="006C7F9B"/>
    <w:rsid w:val="006D5603"/>
    <w:rsid w:val="006E5543"/>
    <w:rsid w:val="006E68A4"/>
    <w:rsid w:val="00700193"/>
    <w:rsid w:val="00701A13"/>
    <w:rsid w:val="00705F9E"/>
    <w:rsid w:val="0071322F"/>
    <w:rsid w:val="00717CE4"/>
    <w:rsid w:val="00732A52"/>
    <w:rsid w:val="007367A5"/>
    <w:rsid w:val="00751DBD"/>
    <w:rsid w:val="00754082"/>
    <w:rsid w:val="00764F19"/>
    <w:rsid w:val="007A069A"/>
    <w:rsid w:val="007A2572"/>
    <w:rsid w:val="007F06D5"/>
    <w:rsid w:val="00810609"/>
    <w:rsid w:val="00834186"/>
    <w:rsid w:val="00844797"/>
    <w:rsid w:val="00851D11"/>
    <w:rsid w:val="0086083B"/>
    <w:rsid w:val="00860E6D"/>
    <w:rsid w:val="00871642"/>
    <w:rsid w:val="00877E72"/>
    <w:rsid w:val="0089011F"/>
    <w:rsid w:val="00896E38"/>
    <w:rsid w:val="008A5476"/>
    <w:rsid w:val="008B183C"/>
    <w:rsid w:val="008B39C0"/>
    <w:rsid w:val="008C0FD3"/>
    <w:rsid w:val="008D19A7"/>
    <w:rsid w:val="008E259D"/>
    <w:rsid w:val="00900FBE"/>
    <w:rsid w:val="00916304"/>
    <w:rsid w:val="009168BC"/>
    <w:rsid w:val="009219D4"/>
    <w:rsid w:val="00921EB5"/>
    <w:rsid w:val="009523E3"/>
    <w:rsid w:val="00971CE6"/>
    <w:rsid w:val="00984F56"/>
    <w:rsid w:val="00992F4A"/>
    <w:rsid w:val="00996FE2"/>
    <w:rsid w:val="009A479D"/>
    <w:rsid w:val="009C30EF"/>
    <w:rsid w:val="009E48AC"/>
    <w:rsid w:val="009E740D"/>
    <w:rsid w:val="00A12366"/>
    <w:rsid w:val="00A404EE"/>
    <w:rsid w:val="00A60C85"/>
    <w:rsid w:val="00A7178A"/>
    <w:rsid w:val="00A71B47"/>
    <w:rsid w:val="00A7595D"/>
    <w:rsid w:val="00A75D7D"/>
    <w:rsid w:val="00A91409"/>
    <w:rsid w:val="00AD76FB"/>
    <w:rsid w:val="00AE2883"/>
    <w:rsid w:val="00AE5224"/>
    <w:rsid w:val="00B010A4"/>
    <w:rsid w:val="00B01EAA"/>
    <w:rsid w:val="00B037F7"/>
    <w:rsid w:val="00B06044"/>
    <w:rsid w:val="00B35527"/>
    <w:rsid w:val="00B371D3"/>
    <w:rsid w:val="00B44818"/>
    <w:rsid w:val="00B60E17"/>
    <w:rsid w:val="00B67BE6"/>
    <w:rsid w:val="00B766A2"/>
    <w:rsid w:val="00B80300"/>
    <w:rsid w:val="00B864B7"/>
    <w:rsid w:val="00B94BE0"/>
    <w:rsid w:val="00BC12D3"/>
    <w:rsid w:val="00BD5C4D"/>
    <w:rsid w:val="00BD60C7"/>
    <w:rsid w:val="00BD7A98"/>
    <w:rsid w:val="00BE00C1"/>
    <w:rsid w:val="00BF0AE0"/>
    <w:rsid w:val="00BF1AF6"/>
    <w:rsid w:val="00BF1C21"/>
    <w:rsid w:val="00BF6BE2"/>
    <w:rsid w:val="00C07834"/>
    <w:rsid w:val="00C231CA"/>
    <w:rsid w:val="00C26A0A"/>
    <w:rsid w:val="00C3016E"/>
    <w:rsid w:val="00C3044B"/>
    <w:rsid w:val="00C327F8"/>
    <w:rsid w:val="00C34777"/>
    <w:rsid w:val="00C3782D"/>
    <w:rsid w:val="00C461D9"/>
    <w:rsid w:val="00C5466A"/>
    <w:rsid w:val="00C54F6E"/>
    <w:rsid w:val="00C6532F"/>
    <w:rsid w:val="00C661AF"/>
    <w:rsid w:val="00C7517A"/>
    <w:rsid w:val="00C829A0"/>
    <w:rsid w:val="00C82DA9"/>
    <w:rsid w:val="00CB084F"/>
    <w:rsid w:val="00CB5868"/>
    <w:rsid w:val="00CB6107"/>
    <w:rsid w:val="00CC39B4"/>
    <w:rsid w:val="00CD6748"/>
    <w:rsid w:val="00CE44E4"/>
    <w:rsid w:val="00CF09C1"/>
    <w:rsid w:val="00D05E5A"/>
    <w:rsid w:val="00D22E58"/>
    <w:rsid w:val="00D2384F"/>
    <w:rsid w:val="00D455B7"/>
    <w:rsid w:val="00D61610"/>
    <w:rsid w:val="00D634F0"/>
    <w:rsid w:val="00D82AAD"/>
    <w:rsid w:val="00D86CFE"/>
    <w:rsid w:val="00DC6D9B"/>
    <w:rsid w:val="00DD4A75"/>
    <w:rsid w:val="00DE4569"/>
    <w:rsid w:val="00DF1190"/>
    <w:rsid w:val="00E07880"/>
    <w:rsid w:val="00E47749"/>
    <w:rsid w:val="00E658F5"/>
    <w:rsid w:val="00E663F7"/>
    <w:rsid w:val="00E81947"/>
    <w:rsid w:val="00E867F6"/>
    <w:rsid w:val="00E9747D"/>
    <w:rsid w:val="00EB454B"/>
    <w:rsid w:val="00EB6F9E"/>
    <w:rsid w:val="00ED1B93"/>
    <w:rsid w:val="00ED5F86"/>
    <w:rsid w:val="00EE5488"/>
    <w:rsid w:val="00EF448C"/>
    <w:rsid w:val="00F04BA6"/>
    <w:rsid w:val="00F13353"/>
    <w:rsid w:val="00F6253C"/>
    <w:rsid w:val="00F72073"/>
    <w:rsid w:val="00F735B3"/>
    <w:rsid w:val="00F7380D"/>
    <w:rsid w:val="00F76630"/>
    <w:rsid w:val="00F87914"/>
    <w:rsid w:val="00FA61C7"/>
    <w:rsid w:val="00FB4700"/>
    <w:rsid w:val="00FC06E9"/>
    <w:rsid w:val="00FC07F2"/>
    <w:rsid w:val="00FC73EB"/>
    <w:rsid w:val="00FD0706"/>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D376A"/>
  <w15:docId w15:val="{3D25E5B6-D106-4BD5-A4C7-9A084C83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rPr>
  </w:style>
  <w:style w:type="paragraph" w:styleId="Heading4">
    <w:name w:val="heading 4"/>
    <w:basedOn w:val="Normal"/>
    <w:next w:val="Normal"/>
    <w:qFormat/>
    <w:rsid w:val="00BE00C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BodyTextIndent2">
    <w:name w:val="Body Text Indent 2"/>
    <w:basedOn w:val="Normal"/>
    <w:pPr>
      <w:ind w:firstLine="720"/>
    </w:pPr>
  </w:style>
  <w:style w:type="paragraph" w:styleId="BodyText">
    <w:name w:val="Body Text"/>
    <w:basedOn w:val="Normal"/>
    <w:rPr>
      <w:b/>
      <w:bCs/>
    </w:rPr>
  </w:style>
  <w:style w:type="paragraph" w:styleId="NormalWeb">
    <w:name w:val="Normal (Web)"/>
    <w:basedOn w:val="Normal"/>
    <w:pPr>
      <w:spacing w:before="100" w:beforeAutospacing="1" w:after="100" w:afterAutospacing="1"/>
    </w:pPr>
    <w:rPr>
      <w:lang w:val="en-GB"/>
    </w:rPr>
  </w:style>
  <w:style w:type="paragraph" w:styleId="BodyText2">
    <w:name w:val="Body Text 2"/>
    <w:basedOn w:val="Normal"/>
    <w:pPr>
      <w:jc w:val="center"/>
    </w:pPr>
  </w:style>
  <w:style w:type="character" w:styleId="Hyperlink">
    <w:name w:val="Hyperlink"/>
    <w:basedOn w:val="DefaultParagraphFont"/>
    <w:rPr>
      <w:color w:val="0000FF"/>
      <w:u w:val="single"/>
    </w:rPr>
  </w:style>
  <w:style w:type="character" w:styleId="FollowedHyperlink">
    <w:name w:val="FollowedHyperlink"/>
    <w:basedOn w:val="DefaultParagraphFont"/>
    <w:rsid w:val="00751DBD"/>
    <w:rPr>
      <w:color w:val="800080"/>
      <w:u w:val="single"/>
    </w:rPr>
  </w:style>
  <w:style w:type="paragraph" w:styleId="BalloonText">
    <w:name w:val="Balloon Text"/>
    <w:basedOn w:val="Normal"/>
    <w:semiHidden/>
    <w:rsid w:val="00B60E17"/>
    <w:rPr>
      <w:rFonts w:ascii="Tahoma" w:hAnsi="Tahoma" w:cs="Tahoma"/>
      <w:sz w:val="16"/>
      <w:szCs w:val="16"/>
    </w:rPr>
  </w:style>
  <w:style w:type="paragraph" w:styleId="Header">
    <w:name w:val="header"/>
    <w:basedOn w:val="Normal"/>
    <w:rsid w:val="0016535C"/>
    <w:pPr>
      <w:tabs>
        <w:tab w:val="center" w:pos="4320"/>
        <w:tab w:val="right" w:pos="8640"/>
      </w:tabs>
    </w:pPr>
  </w:style>
  <w:style w:type="character" w:styleId="PageNumber">
    <w:name w:val="page number"/>
    <w:basedOn w:val="DefaultParagraphFont"/>
    <w:rsid w:val="0016535C"/>
  </w:style>
  <w:style w:type="character" w:styleId="CommentReference">
    <w:name w:val="annotation reference"/>
    <w:basedOn w:val="DefaultParagraphFont"/>
    <w:semiHidden/>
    <w:rsid w:val="0016535C"/>
    <w:rPr>
      <w:sz w:val="16"/>
      <w:szCs w:val="16"/>
    </w:rPr>
  </w:style>
  <w:style w:type="paragraph" w:styleId="CommentText">
    <w:name w:val="annotation text"/>
    <w:basedOn w:val="Normal"/>
    <w:semiHidden/>
    <w:rsid w:val="0016535C"/>
    <w:rPr>
      <w:sz w:val="20"/>
      <w:szCs w:val="20"/>
    </w:rPr>
  </w:style>
  <w:style w:type="paragraph" w:styleId="CommentSubject">
    <w:name w:val="annotation subject"/>
    <w:basedOn w:val="CommentText"/>
    <w:next w:val="CommentText"/>
    <w:semiHidden/>
    <w:rsid w:val="0016535C"/>
    <w:rPr>
      <w:b/>
      <w:bCs/>
    </w:rPr>
  </w:style>
  <w:style w:type="paragraph" w:styleId="Footer">
    <w:name w:val="footer"/>
    <w:basedOn w:val="Normal"/>
    <w:rsid w:val="00352A8A"/>
    <w:pPr>
      <w:tabs>
        <w:tab w:val="center" w:pos="4320"/>
        <w:tab w:val="right" w:pos="8640"/>
      </w:tabs>
    </w:pPr>
  </w:style>
  <w:style w:type="paragraph" w:styleId="Caption">
    <w:name w:val="caption"/>
    <w:basedOn w:val="Normal"/>
    <w:next w:val="Normal"/>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istParagraph">
    <w:name w:val="List Paragraph"/>
    <w:basedOn w:val="Normal"/>
    <w:uiPriority w:val="34"/>
    <w:qFormat/>
    <w:rsid w:val="006B08F9"/>
    <w:pPr>
      <w:ind w:left="720"/>
      <w:contextualSpacing/>
    </w:pPr>
  </w:style>
  <w:style w:type="table" w:styleId="TableGrid">
    <w:name w:val="Table Grid"/>
    <w:basedOn w:val="TableNorma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371D3"/>
    <w:rPr>
      <w:color w:val="808080"/>
    </w:rPr>
  </w:style>
  <w:style w:type="paragraph" w:styleId="PlainText">
    <w:name w:val="Plain Text"/>
    <w:basedOn w:val="Normal"/>
    <w:link w:val="PlainTextChar"/>
    <w:rsid w:val="005A22F0"/>
    <w:rPr>
      <w:rFonts w:ascii="Courier New" w:hAnsi="Courier New" w:cs="Courier New"/>
      <w:sz w:val="20"/>
      <w:szCs w:val="20"/>
    </w:rPr>
  </w:style>
  <w:style w:type="character" w:customStyle="1" w:styleId="PlainTextChar">
    <w:name w:val="Plain Text Char"/>
    <w:basedOn w:val="DefaultParagraphFont"/>
    <w:link w:val="PlainText"/>
    <w:rsid w:val="005A22F0"/>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20&#252;rituse%20korraldamiseks%20riigimetsas%20jur%20isik%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92AA76E1034677862399BC3CC208B0"/>
        <w:category>
          <w:name w:val="Üldine"/>
          <w:gallery w:val="placeholder"/>
        </w:category>
        <w:types>
          <w:type w:val="bbPlcHdr"/>
        </w:types>
        <w:behaviors>
          <w:behavior w:val="content"/>
        </w:behaviors>
        <w:guid w:val="{DF80E698-E1FC-49EC-943A-373474ADF64D}"/>
      </w:docPartPr>
      <w:docPartBody>
        <w:p w:rsidR="00372DD5" w:rsidRDefault="00706C18">
          <w:pPr>
            <w:pStyle w:val="FF92AA76E1034677862399BC3CC208B0"/>
          </w:pPr>
          <w:r w:rsidRPr="00BE118B">
            <w:rPr>
              <w:rStyle w:val="PlaceholderText"/>
            </w:rPr>
            <w:t>Choose an item.</w:t>
          </w:r>
        </w:p>
      </w:docPartBody>
    </w:docPart>
    <w:docPart>
      <w:docPartPr>
        <w:name w:val="7A06D224E73541669A8B07A428B6FDC1"/>
        <w:category>
          <w:name w:val="Üldine"/>
          <w:gallery w:val="placeholder"/>
        </w:category>
        <w:types>
          <w:type w:val="bbPlcHdr"/>
        </w:types>
        <w:behaviors>
          <w:behavior w:val="content"/>
        </w:behaviors>
        <w:guid w:val="{192C8909-4A98-48B2-9CB3-819096E7A4C3}"/>
      </w:docPartPr>
      <w:docPartBody>
        <w:p w:rsidR="00372DD5" w:rsidRDefault="00706C18">
          <w:pPr>
            <w:pStyle w:val="7A06D224E73541669A8B07A428B6FDC1"/>
          </w:pPr>
          <w:r>
            <w:rPr>
              <w:rStyle w:val="PlaceholderText"/>
            </w:rPr>
            <w:t>Choose an item.</w:t>
          </w:r>
        </w:p>
      </w:docPartBody>
    </w:docPart>
    <w:docPart>
      <w:docPartPr>
        <w:name w:val="04D193E515684E99AB3F27EFEE978E3D"/>
        <w:category>
          <w:name w:val="Üldine"/>
          <w:gallery w:val="placeholder"/>
        </w:category>
        <w:types>
          <w:type w:val="bbPlcHdr"/>
        </w:types>
        <w:behaviors>
          <w:behavior w:val="content"/>
        </w:behaviors>
        <w:guid w:val="{466A3E31-C9E9-46CC-8804-A812512B54A6}"/>
      </w:docPartPr>
      <w:docPartBody>
        <w:p w:rsidR="00372DD5" w:rsidRDefault="00706C18">
          <w:pPr>
            <w:pStyle w:val="04D193E515684E99AB3F27EFEE978E3D"/>
          </w:pPr>
          <w:r w:rsidRPr="00BE118B">
            <w:rPr>
              <w:rStyle w:val="PlaceholderText"/>
            </w:rPr>
            <w:t>Choose an item.</w:t>
          </w:r>
        </w:p>
      </w:docPartBody>
    </w:docPart>
    <w:docPart>
      <w:docPartPr>
        <w:name w:val="A0410723B2604D2AAE53A3977A725D3D"/>
        <w:category>
          <w:name w:val="Üldine"/>
          <w:gallery w:val="placeholder"/>
        </w:category>
        <w:types>
          <w:type w:val="bbPlcHdr"/>
        </w:types>
        <w:behaviors>
          <w:behavior w:val="content"/>
        </w:behaviors>
        <w:guid w:val="{FED1CE2C-AF92-402C-9F36-CACCCADE2227}"/>
      </w:docPartPr>
      <w:docPartBody>
        <w:p w:rsidR="00372DD5" w:rsidRDefault="00706C18">
          <w:pPr>
            <w:pStyle w:val="A0410723B2604D2AAE53A3977A725D3D"/>
          </w:pPr>
          <w:r w:rsidRPr="00BE118B">
            <w:rPr>
              <w:rStyle w:val="PlaceholderText"/>
            </w:rPr>
            <w:t>Choose an item.</w:t>
          </w:r>
        </w:p>
      </w:docPartBody>
    </w:docPart>
    <w:docPart>
      <w:docPartPr>
        <w:name w:val="7ECF848996794502970F2375C9013EDD"/>
        <w:category>
          <w:name w:val="Üldine"/>
          <w:gallery w:val="placeholder"/>
        </w:category>
        <w:types>
          <w:type w:val="bbPlcHdr"/>
        </w:types>
        <w:behaviors>
          <w:behavior w:val="content"/>
        </w:behaviors>
        <w:guid w:val="{3D4E05D7-42E2-4F46-AF7B-59162FFCFFFE}"/>
      </w:docPartPr>
      <w:docPartBody>
        <w:p w:rsidR="00372DD5" w:rsidRDefault="00866933" w:rsidP="00866933">
          <w:pPr>
            <w:pStyle w:val="7ECF848996794502970F2375C9013EDD"/>
          </w:pPr>
          <w:r w:rsidRPr="00BE118B">
            <w:rPr>
              <w:rStyle w:val="PlaceholderText"/>
            </w:rPr>
            <w:t>Click here to enter a date.</w:t>
          </w:r>
        </w:p>
      </w:docPartBody>
    </w:docPart>
    <w:docPart>
      <w:docPartPr>
        <w:name w:val="0BE7FF70972A4AB782B743880211639D"/>
        <w:category>
          <w:name w:val="Üldine"/>
          <w:gallery w:val="placeholder"/>
        </w:category>
        <w:types>
          <w:type w:val="bbPlcHdr"/>
        </w:types>
        <w:behaviors>
          <w:behavior w:val="content"/>
        </w:behaviors>
        <w:guid w:val="{851EA125-C1E0-48E7-9110-5834C05F5188}"/>
      </w:docPartPr>
      <w:docPartBody>
        <w:p w:rsidR="00372DD5" w:rsidRDefault="00866933" w:rsidP="00866933">
          <w:pPr>
            <w:pStyle w:val="0BE7FF70972A4AB782B743880211639D"/>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933"/>
    <w:rsid w:val="00372DD5"/>
    <w:rsid w:val="00706C18"/>
    <w:rsid w:val="00866933"/>
    <w:rsid w:val="00D911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6DA0370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933"/>
    <w:rPr>
      <w:color w:val="808080"/>
    </w:rPr>
  </w:style>
  <w:style w:type="paragraph" w:customStyle="1" w:styleId="520ABA9CC00D46F8AF7F507DDE578B99">
    <w:name w:val="520ABA9CC00D46F8AF7F507DDE578B99"/>
  </w:style>
  <w:style w:type="paragraph" w:customStyle="1" w:styleId="01E79F6E36794D608D5BB1F3B55A325A">
    <w:name w:val="01E79F6E36794D608D5BB1F3B55A325A"/>
  </w:style>
  <w:style w:type="paragraph" w:customStyle="1" w:styleId="694575A5F32449AEBC5EA094138FC0EA">
    <w:name w:val="694575A5F32449AEBC5EA094138FC0EA"/>
  </w:style>
  <w:style w:type="paragraph" w:customStyle="1" w:styleId="06018C5B8CEF403EA5F6557C0B9E8EB3">
    <w:name w:val="06018C5B8CEF403EA5F6557C0B9E8EB3"/>
  </w:style>
  <w:style w:type="paragraph" w:customStyle="1" w:styleId="FF92AA76E1034677862399BC3CC208B0">
    <w:name w:val="FF92AA76E1034677862399BC3CC208B0"/>
  </w:style>
  <w:style w:type="paragraph" w:customStyle="1" w:styleId="7646AB1E488642A1AD254B78B17BCE9B">
    <w:name w:val="7646AB1E488642A1AD254B78B17BCE9B"/>
  </w:style>
  <w:style w:type="paragraph" w:customStyle="1" w:styleId="EF4BF3A999304530A0030122D537229E">
    <w:name w:val="EF4BF3A999304530A0030122D537229E"/>
  </w:style>
  <w:style w:type="paragraph" w:customStyle="1" w:styleId="0FE6EC3C9BED4007BB11158CC900EB6E">
    <w:name w:val="0FE6EC3C9BED4007BB11158CC900EB6E"/>
  </w:style>
  <w:style w:type="paragraph" w:customStyle="1" w:styleId="7A06D224E73541669A8B07A428B6FDC1">
    <w:name w:val="7A06D224E73541669A8B07A428B6FDC1"/>
  </w:style>
  <w:style w:type="paragraph" w:customStyle="1" w:styleId="04D193E515684E99AB3F27EFEE978E3D">
    <w:name w:val="04D193E515684E99AB3F27EFEE978E3D"/>
  </w:style>
  <w:style w:type="paragraph" w:customStyle="1" w:styleId="A0410723B2604D2AAE53A3977A725D3D">
    <w:name w:val="A0410723B2604D2AAE53A3977A725D3D"/>
  </w:style>
  <w:style w:type="paragraph" w:customStyle="1" w:styleId="7ECF848996794502970F2375C9013EDD">
    <w:name w:val="7ECF848996794502970F2375C9013EDD"/>
    <w:rsid w:val="00866933"/>
  </w:style>
  <w:style w:type="paragraph" w:customStyle="1" w:styleId="0BE7FF70972A4AB782B743880211639D">
    <w:name w:val="0BE7FF70972A4AB782B743880211639D"/>
    <w:rsid w:val="008669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ürituse korraldamiseks riigimetsas jur isik (9)</Template>
  <TotalTime>6</TotalTime>
  <Pages>3</Pages>
  <Words>963</Words>
  <Characters>5588</Characters>
  <Application>Microsoft Office Word</Application>
  <DocSecurity>0</DocSecurity>
  <Lines>46</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6538</CharactersWithSpaces>
  <SharedDoc>false</SharedDoc>
  <HLinks>
    <vt:vector size="6" baseType="variant">
      <vt:variant>
        <vt:i4>3145791</vt:i4>
      </vt:variant>
      <vt:variant>
        <vt:i4>4</vt:i4>
      </vt:variant>
      <vt:variant>
        <vt:i4>0</vt:i4>
      </vt:variant>
      <vt:variant>
        <vt:i4>5</vt:i4>
      </vt:variant>
      <vt:variant>
        <vt:lpwstr>https://www.riigiteataja.ee/akt/130122010013?leiaKehtiv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Paula Kudinova</cp:lastModifiedBy>
  <cp:revision>2</cp:revision>
  <cp:lastPrinted>2008-01-18T05:44:00Z</cp:lastPrinted>
  <dcterms:created xsi:type="dcterms:W3CDTF">2023-06-06T07:52:00Z</dcterms:created>
  <dcterms:modified xsi:type="dcterms:W3CDTF">2023-06-06T07:52:00Z</dcterms:modified>
</cp:coreProperties>
</file>